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264E8" w14:textId="77777777" w:rsidR="00BB664E" w:rsidRDefault="00BB664E" w:rsidP="00BB664E">
      <w:pPr>
        <w:pStyle w:val="a3"/>
        <w:spacing w:line="320" w:lineRule="exact"/>
        <w:ind w:right="116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 xml:space="preserve">第１表　　　　　　　　　　　　　　　　　　　　</w:t>
      </w:r>
    </w:p>
    <w:p w14:paraId="3475F8A4" w14:textId="77777777" w:rsidR="00BB664E" w:rsidRPr="009F3919" w:rsidRDefault="00BB664E" w:rsidP="00BB664E">
      <w:pPr>
        <w:pStyle w:val="a3"/>
        <w:spacing w:line="240" w:lineRule="auto"/>
        <w:ind w:right="113"/>
        <w:jc w:val="center"/>
        <w:rPr>
          <w:spacing w:val="0"/>
        </w:rPr>
      </w:pPr>
      <w:r w:rsidRPr="009F3919">
        <w:rPr>
          <w:rFonts w:ascii="ＭＳ 明朝" w:hAnsi="ＭＳ 明朝" w:hint="eastAsia"/>
          <w:sz w:val="24"/>
          <w:szCs w:val="24"/>
        </w:rPr>
        <w:t>施設表</w:t>
      </w:r>
      <w:r w:rsidRPr="009F3919">
        <w:rPr>
          <w:rFonts w:hint="eastAsia"/>
          <w:spacing w:val="0"/>
          <w:sz w:val="22"/>
          <w:szCs w:val="22"/>
        </w:rPr>
        <w:t>（歯科診療所）</w:t>
      </w:r>
    </w:p>
    <w:tbl>
      <w:tblPr>
        <w:tblW w:w="11250" w:type="dxa"/>
        <w:tblInd w:w="112" w:type="dxa"/>
        <w:tblLayout w:type="fixed"/>
        <w:tblCellMar>
          <w:left w:w="13" w:type="dxa"/>
          <w:right w:w="13" w:type="dxa"/>
        </w:tblCellMar>
        <w:tblLook w:val="04A0" w:firstRow="1" w:lastRow="0" w:firstColumn="1" w:lastColumn="0" w:noHBand="0" w:noVBand="1"/>
      </w:tblPr>
      <w:tblGrid>
        <w:gridCol w:w="1634"/>
        <w:gridCol w:w="957"/>
        <w:gridCol w:w="354"/>
        <w:gridCol w:w="604"/>
        <w:gridCol w:w="211"/>
        <w:gridCol w:w="445"/>
        <w:gridCol w:w="210"/>
        <w:gridCol w:w="92"/>
        <w:gridCol w:w="653"/>
        <w:gridCol w:w="305"/>
        <w:gridCol w:w="403"/>
        <w:gridCol w:w="857"/>
        <w:gridCol w:w="15"/>
        <w:gridCol w:w="898"/>
        <w:gridCol w:w="21"/>
        <w:gridCol w:w="1061"/>
        <w:gridCol w:w="1263"/>
        <w:gridCol w:w="1267"/>
      </w:tblGrid>
      <w:tr w:rsidR="009F3919" w:rsidRPr="009F3919" w14:paraId="543F86B3" w14:textId="77777777" w:rsidTr="00910439">
        <w:trPr>
          <w:gridAfter w:val="1"/>
          <w:wAfter w:w="1267" w:type="dxa"/>
          <w:cantSplit/>
          <w:trHeight w:val="349"/>
        </w:trPr>
        <w:tc>
          <w:tcPr>
            <w:tcW w:w="9983" w:type="dxa"/>
            <w:gridSpan w:val="17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2CD075AF" w14:textId="77777777" w:rsidR="00BB664E" w:rsidRPr="009F3919" w:rsidRDefault="00BB664E" w:rsidP="002E5A72">
            <w:pPr>
              <w:pStyle w:val="a3"/>
              <w:jc w:val="center"/>
              <w:rPr>
                <w:spacing w:val="0"/>
                <w:kern w:val="2"/>
                <w:sz w:val="20"/>
                <w:szCs w:val="20"/>
              </w:rPr>
            </w:pPr>
            <w:r w:rsidRPr="009F3919">
              <w:rPr>
                <w:rFonts w:hint="eastAsia"/>
                <w:spacing w:val="0"/>
                <w:kern w:val="2"/>
                <w:sz w:val="20"/>
                <w:szCs w:val="20"/>
              </w:rPr>
              <w:t>（</w:t>
            </w:r>
            <w:r w:rsidR="008F02BF" w:rsidRPr="009F3919">
              <w:rPr>
                <w:rFonts w:hint="eastAsia"/>
                <w:spacing w:val="0"/>
                <w:kern w:val="2"/>
                <w:sz w:val="20"/>
                <w:szCs w:val="20"/>
              </w:rPr>
              <w:t>令和</w:t>
            </w:r>
            <w:r w:rsidRPr="009F3919">
              <w:rPr>
                <w:rFonts w:hint="eastAsia"/>
                <w:spacing w:val="0"/>
                <w:kern w:val="2"/>
                <w:sz w:val="20"/>
                <w:szCs w:val="20"/>
              </w:rPr>
              <w:t xml:space="preserve">　　　年　　　月　　　日</w:t>
            </w:r>
            <w:r w:rsidRPr="009F3919">
              <w:rPr>
                <w:spacing w:val="0"/>
                <w:kern w:val="2"/>
                <w:sz w:val="20"/>
                <w:szCs w:val="20"/>
              </w:rPr>
              <w:t xml:space="preserve"> </w:t>
            </w:r>
            <w:r w:rsidRPr="009F3919">
              <w:rPr>
                <w:rFonts w:hint="eastAsia"/>
                <w:spacing w:val="0"/>
                <w:kern w:val="2"/>
                <w:sz w:val="20"/>
                <w:szCs w:val="20"/>
              </w:rPr>
              <w:t>現在）</w:t>
            </w:r>
          </w:p>
        </w:tc>
      </w:tr>
      <w:tr w:rsidR="009F3919" w:rsidRPr="009F3919" w14:paraId="172E9C91" w14:textId="77777777" w:rsidTr="00910439">
        <w:trPr>
          <w:gridAfter w:val="1"/>
          <w:wAfter w:w="1267" w:type="dxa"/>
          <w:cantSplit/>
          <w:trHeight w:val="863"/>
        </w:trPr>
        <w:tc>
          <w:tcPr>
            <w:tcW w:w="1634" w:type="dxa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241F6FD9" w14:textId="77777777" w:rsidR="00BB664E" w:rsidRPr="009F3919" w:rsidRDefault="00BB664E" w:rsidP="002E5A72">
            <w:pPr>
              <w:pStyle w:val="a3"/>
              <w:rPr>
                <w:spacing w:val="0"/>
                <w:kern w:val="2"/>
                <w:sz w:val="20"/>
                <w:szCs w:val="20"/>
              </w:rPr>
            </w:pPr>
            <w:r w:rsidRPr="009F3919">
              <w:rPr>
                <w:rFonts w:ascii="ＭＳ 明朝" w:hAnsi="ＭＳ 明朝" w:hint="eastAsia"/>
                <w:spacing w:val="0"/>
                <w:kern w:val="2"/>
                <w:sz w:val="20"/>
                <w:szCs w:val="20"/>
              </w:rPr>
              <w:t xml:space="preserve"> (1)施　設　名</w:t>
            </w:r>
          </w:p>
        </w:tc>
        <w:tc>
          <w:tcPr>
            <w:tcW w:w="8349" w:type="dxa"/>
            <w:gridSpan w:val="1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6512A41B" w14:textId="77777777" w:rsidR="00BB664E" w:rsidRPr="009F3919" w:rsidRDefault="00BB664E" w:rsidP="002E5A72">
            <w:pPr>
              <w:pStyle w:val="a3"/>
              <w:rPr>
                <w:spacing w:val="0"/>
                <w:kern w:val="2"/>
                <w:sz w:val="21"/>
                <w:szCs w:val="21"/>
              </w:rPr>
            </w:pPr>
          </w:p>
        </w:tc>
      </w:tr>
      <w:tr w:rsidR="009F3919" w:rsidRPr="009F3919" w14:paraId="68C2530B" w14:textId="77777777" w:rsidTr="00910439">
        <w:trPr>
          <w:gridAfter w:val="1"/>
          <w:wAfter w:w="1267" w:type="dxa"/>
          <w:cantSplit/>
          <w:trHeight w:val="1010"/>
        </w:trPr>
        <w:tc>
          <w:tcPr>
            <w:tcW w:w="163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72392AB5" w14:textId="77777777" w:rsidR="00BB664E" w:rsidRPr="009F3919" w:rsidRDefault="00BB664E" w:rsidP="002E5A72">
            <w:pPr>
              <w:pStyle w:val="a3"/>
              <w:rPr>
                <w:spacing w:val="0"/>
                <w:kern w:val="2"/>
                <w:sz w:val="20"/>
                <w:szCs w:val="20"/>
              </w:rPr>
            </w:pPr>
            <w:r w:rsidRPr="009F3919">
              <w:rPr>
                <w:rFonts w:cs="Century"/>
                <w:spacing w:val="0"/>
                <w:kern w:val="2"/>
                <w:sz w:val="20"/>
                <w:szCs w:val="20"/>
              </w:rPr>
              <w:t xml:space="preserve"> </w:t>
            </w:r>
            <w:r w:rsidRPr="009F3919">
              <w:rPr>
                <w:rFonts w:ascii="ＭＳ 明朝" w:hAnsi="ＭＳ 明朝" w:hint="eastAsia"/>
                <w:spacing w:val="-1"/>
                <w:kern w:val="2"/>
                <w:sz w:val="20"/>
                <w:szCs w:val="20"/>
              </w:rPr>
              <w:t>(2)所　在　地</w:t>
            </w:r>
          </w:p>
        </w:tc>
        <w:tc>
          <w:tcPr>
            <w:tcW w:w="8349" w:type="dxa"/>
            <w:gridSpan w:val="1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14:paraId="16285F43" w14:textId="77777777" w:rsidR="00BB664E" w:rsidRPr="009F3919" w:rsidRDefault="00BB664E" w:rsidP="002E5A72">
            <w:pPr>
              <w:pStyle w:val="a3"/>
              <w:rPr>
                <w:spacing w:val="0"/>
                <w:kern w:val="2"/>
                <w:sz w:val="21"/>
                <w:szCs w:val="21"/>
              </w:rPr>
            </w:pPr>
            <w:r w:rsidRPr="009F3919">
              <w:rPr>
                <w:spacing w:val="0"/>
                <w:kern w:val="2"/>
                <w:sz w:val="21"/>
                <w:szCs w:val="21"/>
              </w:rPr>
              <w:t xml:space="preserve"> </w:t>
            </w:r>
            <w:r w:rsidRPr="009F3919">
              <w:rPr>
                <w:rFonts w:hint="eastAsia"/>
                <w:spacing w:val="0"/>
                <w:kern w:val="2"/>
                <w:sz w:val="21"/>
                <w:szCs w:val="21"/>
              </w:rPr>
              <w:t>〒</w:t>
            </w:r>
          </w:p>
          <w:p w14:paraId="25DB4A69" w14:textId="77777777" w:rsidR="00BB664E" w:rsidRPr="009F3919" w:rsidRDefault="00BB664E" w:rsidP="002E5A72">
            <w:pPr>
              <w:pStyle w:val="a3"/>
              <w:rPr>
                <w:spacing w:val="0"/>
                <w:kern w:val="2"/>
                <w:sz w:val="21"/>
                <w:szCs w:val="21"/>
              </w:rPr>
            </w:pPr>
          </w:p>
        </w:tc>
      </w:tr>
      <w:tr w:rsidR="009F3919" w:rsidRPr="009F3919" w14:paraId="494DB8B9" w14:textId="77777777" w:rsidTr="00910439">
        <w:trPr>
          <w:gridAfter w:val="1"/>
          <w:wAfter w:w="1267" w:type="dxa"/>
          <w:cantSplit/>
          <w:trHeight w:val="841"/>
        </w:trPr>
        <w:tc>
          <w:tcPr>
            <w:tcW w:w="163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1F8AFFB" w14:textId="77777777" w:rsidR="00BB664E" w:rsidRPr="009F3919" w:rsidRDefault="00BB664E" w:rsidP="002E5A72">
            <w:pPr>
              <w:pStyle w:val="a3"/>
              <w:rPr>
                <w:spacing w:val="0"/>
                <w:kern w:val="2"/>
                <w:sz w:val="20"/>
                <w:szCs w:val="20"/>
              </w:rPr>
            </w:pPr>
            <w:r w:rsidRPr="009F3919">
              <w:rPr>
                <w:rFonts w:cs="Century"/>
                <w:spacing w:val="0"/>
                <w:kern w:val="2"/>
                <w:sz w:val="20"/>
                <w:szCs w:val="20"/>
              </w:rPr>
              <w:t xml:space="preserve"> </w:t>
            </w:r>
            <w:r w:rsidRPr="009F3919">
              <w:rPr>
                <w:rFonts w:ascii="ＭＳ 明朝" w:hAnsi="ＭＳ 明朝" w:hint="eastAsia"/>
                <w:spacing w:val="-1"/>
                <w:kern w:val="2"/>
                <w:sz w:val="20"/>
                <w:szCs w:val="20"/>
              </w:rPr>
              <w:t>(3)開　設　者</w:t>
            </w:r>
          </w:p>
        </w:tc>
        <w:tc>
          <w:tcPr>
            <w:tcW w:w="3526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C83E1A3" w14:textId="77777777" w:rsidR="00BB664E" w:rsidRPr="009F3919" w:rsidRDefault="00BB664E" w:rsidP="002E5A72">
            <w:pPr>
              <w:pStyle w:val="a3"/>
              <w:rPr>
                <w:spacing w:val="0"/>
                <w:kern w:val="2"/>
                <w:sz w:val="21"/>
                <w:szCs w:val="21"/>
              </w:rPr>
            </w:pP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3FF90" w14:textId="77777777" w:rsidR="00BB664E" w:rsidRPr="009F3919" w:rsidRDefault="00BB664E" w:rsidP="002E5A72">
            <w:pPr>
              <w:pStyle w:val="a3"/>
              <w:rPr>
                <w:spacing w:val="0"/>
                <w:kern w:val="2"/>
                <w:sz w:val="20"/>
                <w:szCs w:val="20"/>
              </w:rPr>
            </w:pPr>
            <w:r w:rsidRPr="009F3919">
              <w:rPr>
                <w:rFonts w:ascii="ＭＳ 明朝" w:hAnsi="ＭＳ 明朝" w:hint="eastAsia"/>
                <w:spacing w:val="-1"/>
                <w:kern w:val="2"/>
                <w:sz w:val="20"/>
                <w:szCs w:val="20"/>
              </w:rPr>
              <w:t xml:space="preserve"> (4)開設年月日</w:t>
            </w:r>
          </w:p>
        </w:tc>
        <w:tc>
          <w:tcPr>
            <w:tcW w:w="32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3F1FFD85" w14:textId="77777777" w:rsidR="00BB664E" w:rsidRPr="009F3919" w:rsidRDefault="00BB664E" w:rsidP="002E5A72">
            <w:pPr>
              <w:pStyle w:val="a3"/>
              <w:rPr>
                <w:spacing w:val="0"/>
                <w:kern w:val="2"/>
                <w:sz w:val="21"/>
                <w:szCs w:val="21"/>
              </w:rPr>
            </w:pPr>
          </w:p>
        </w:tc>
      </w:tr>
      <w:tr w:rsidR="009F3919" w:rsidRPr="009F3919" w14:paraId="69EABC96" w14:textId="77777777" w:rsidTr="00910439">
        <w:trPr>
          <w:gridAfter w:val="1"/>
          <w:wAfter w:w="1267" w:type="dxa"/>
          <w:cantSplit/>
          <w:trHeight w:val="847"/>
        </w:trPr>
        <w:tc>
          <w:tcPr>
            <w:tcW w:w="163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45B47024" w14:textId="77777777" w:rsidR="00BB664E" w:rsidRPr="009F3919" w:rsidRDefault="00BB664E" w:rsidP="002E5A72">
            <w:pPr>
              <w:pStyle w:val="a3"/>
              <w:rPr>
                <w:rFonts w:cs="Century"/>
                <w:spacing w:val="0"/>
                <w:kern w:val="2"/>
                <w:sz w:val="20"/>
                <w:szCs w:val="20"/>
              </w:rPr>
            </w:pPr>
            <w:r w:rsidRPr="009F3919">
              <w:rPr>
                <w:rFonts w:ascii="ＭＳ 明朝" w:hAnsi="ＭＳ 明朝" w:hint="eastAsia"/>
                <w:spacing w:val="-1"/>
                <w:kern w:val="2"/>
                <w:sz w:val="20"/>
                <w:szCs w:val="20"/>
              </w:rPr>
              <w:t xml:space="preserve"> (5)管理者氏名</w:t>
            </w:r>
          </w:p>
        </w:tc>
        <w:tc>
          <w:tcPr>
            <w:tcW w:w="3526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63EF43D" w14:textId="77777777" w:rsidR="00BB664E" w:rsidRPr="009F3919" w:rsidRDefault="00BB664E" w:rsidP="002E5A72">
            <w:pPr>
              <w:pStyle w:val="a3"/>
              <w:rPr>
                <w:spacing w:val="0"/>
                <w:kern w:val="2"/>
                <w:sz w:val="21"/>
                <w:szCs w:val="21"/>
              </w:rPr>
            </w:pPr>
          </w:p>
        </w:tc>
        <w:tc>
          <w:tcPr>
            <w:tcW w:w="1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C95DD" w14:textId="77777777" w:rsidR="00BB664E" w:rsidRPr="009F3919" w:rsidRDefault="00BB664E" w:rsidP="002E5A72">
            <w:pPr>
              <w:pStyle w:val="a3"/>
              <w:rPr>
                <w:spacing w:val="0"/>
                <w:kern w:val="2"/>
                <w:sz w:val="20"/>
                <w:szCs w:val="20"/>
              </w:rPr>
            </w:pPr>
            <w:r w:rsidRPr="009F3919">
              <w:rPr>
                <w:rFonts w:ascii="ＭＳ 明朝" w:hAnsi="ＭＳ 明朝" w:hint="eastAsia"/>
                <w:spacing w:val="-1"/>
                <w:kern w:val="2"/>
                <w:sz w:val="20"/>
                <w:szCs w:val="20"/>
              </w:rPr>
              <w:t xml:space="preserve"> (6)電話番号</w:t>
            </w:r>
          </w:p>
        </w:tc>
        <w:tc>
          <w:tcPr>
            <w:tcW w:w="32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517E009F" w14:textId="77777777" w:rsidR="00BB664E" w:rsidRPr="009F3919" w:rsidRDefault="00BB664E" w:rsidP="002E5A72">
            <w:pPr>
              <w:pStyle w:val="a3"/>
              <w:rPr>
                <w:spacing w:val="0"/>
                <w:kern w:val="2"/>
                <w:sz w:val="21"/>
                <w:szCs w:val="21"/>
              </w:rPr>
            </w:pPr>
          </w:p>
        </w:tc>
      </w:tr>
      <w:tr w:rsidR="009F3919" w:rsidRPr="009F3919" w14:paraId="1008D2DC" w14:textId="77777777" w:rsidTr="00910439">
        <w:trPr>
          <w:cantSplit/>
          <w:trHeight w:val="544"/>
        </w:trPr>
        <w:tc>
          <w:tcPr>
            <w:tcW w:w="1634" w:type="dxa"/>
            <w:vMerge w:val="restart"/>
            <w:tcBorders>
              <w:top w:val="single" w:sz="4" w:space="0" w:color="auto"/>
              <w:left w:val="single" w:sz="12" w:space="0" w:color="000000"/>
              <w:bottom w:val="nil"/>
              <w:right w:val="nil"/>
            </w:tcBorders>
            <w:vAlign w:val="center"/>
          </w:tcPr>
          <w:p w14:paraId="6D51A4C0" w14:textId="77777777" w:rsidR="00BB664E" w:rsidRPr="009F3919" w:rsidRDefault="00BB664E" w:rsidP="002E5A72">
            <w:pPr>
              <w:pStyle w:val="a8"/>
              <w:rPr>
                <w:rFonts w:ascii="ＭＳ 明朝" w:hAnsi="ＭＳ 明朝"/>
                <w:spacing w:val="-1"/>
                <w:sz w:val="20"/>
                <w:szCs w:val="20"/>
              </w:rPr>
            </w:pPr>
            <w:r w:rsidRPr="009F3919">
              <w:rPr>
                <w:rFonts w:ascii="ＭＳ 明朝" w:hAnsi="ＭＳ 明朝" w:hint="eastAsia"/>
                <w:spacing w:val="-1"/>
                <w:sz w:val="20"/>
                <w:szCs w:val="20"/>
              </w:rPr>
              <w:t xml:space="preserve"> (7)診療科名</w:t>
            </w:r>
          </w:p>
          <w:p w14:paraId="702A46EB" w14:textId="77777777" w:rsidR="00BB664E" w:rsidRPr="009F3919" w:rsidRDefault="00BB664E" w:rsidP="002E5A72">
            <w:pPr>
              <w:pStyle w:val="a8"/>
              <w:rPr>
                <w:rFonts w:ascii="ＭＳ 明朝" w:hAnsi="ＭＳ 明朝"/>
                <w:spacing w:val="-1"/>
                <w:sz w:val="20"/>
                <w:szCs w:val="20"/>
              </w:rPr>
            </w:pPr>
          </w:p>
          <w:p w14:paraId="20EF983D" w14:textId="77777777" w:rsidR="00BB664E" w:rsidRPr="009F3919" w:rsidRDefault="00BB664E" w:rsidP="002E5A72">
            <w:pPr>
              <w:pStyle w:val="a8"/>
              <w:jc w:val="center"/>
              <w:rPr>
                <w:rFonts w:ascii="ＭＳ 明朝" w:hAnsi="ＭＳ 明朝"/>
                <w:spacing w:val="-1"/>
                <w:szCs w:val="21"/>
              </w:rPr>
            </w:pPr>
            <w:r w:rsidRPr="009F3919">
              <w:rPr>
                <w:rFonts w:ascii="ＭＳ 明朝" w:hAnsi="ＭＳ 明朝" w:hint="eastAsia"/>
                <w:spacing w:val="-1"/>
                <w:sz w:val="20"/>
                <w:szCs w:val="20"/>
              </w:rPr>
              <w:t>（該当科に○印）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2B0212C" w14:textId="77777777" w:rsidR="00BB664E" w:rsidRPr="009F3919" w:rsidRDefault="00BB664E" w:rsidP="002E5A72">
            <w:pPr>
              <w:rPr>
                <w:sz w:val="18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53A0" w14:textId="77777777" w:rsidR="00BB664E" w:rsidRPr="009F3919" w:rsidRDefault="00BB664E" w:rsidP="002E5A72">
            <w:pPr>
              <w:rPr>
                <w:sz w:val="18"/>
              </w:rPr>
            </w:pPr>
          </w:p>
        </w:tc>
        <w:tc>
          <w:tcPr>
            <w:tcW w:w="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F545" w14:textId="77777777" w:rsidR="00BB664E" w:rsidRPr="009F3919" w:rsidRDefault="00BB664E" w:rsidP="002E5A72">
            <w:pPr>
              <w:rPr>
                <w:sz w:val="18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313C" w14:textId="77777777" w:rsidR="00BB664E" w:rsidRPr="009F3919" w:rsidRDefault="00BB664E" w:rsidP="002E5A72">
            <w:pPr>
              <w:rPr>
                <w:sz w:val="18"/>
              </w:rPr>
            </w:pPr>
          </w:p>
        </w:tc>
        <w:tc>
          <w:tcPr>
            <w:tcW w:w="451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6540841D" w14:textId="77777777" w:rsidR="00BB664E" w:rsidRPr="009F3919" w:rsidRDefault="00BB664E" w:rsidP="002E5A72">
            <w:pPr>
              <w:rPr>
                <w:sz w:val="18"/>
              </w:rPr>
            </w:pPr>
          </w:p>
          <w:p w14:paraId="77194B03" w14:textId="77777777" w:rsidR="00BB664E" w:rsidRPr="009F3919" w:rsidRDefault="00BB664E" w:rsidP="002E5A72">
            <w:pPr>
              <w:rPr>
                <w:sz w:val="18"/>
              </w:rPr>
            </w:pPr>
          </w:p>
        </w:tc>
        <w:tc>
          <w:tcPr>
            <w:tcW w:w="1267" w:type="dxa"/>
          </w:tcPr>
          <w:p w14:paraId="205FA34F" w14:textId="77777777" w:rsidR="00BB664E" w:rsidRPr="009F3919" w:rsidRDefault="00BB664E" w:rsidP="002E5A72">
            <w:pPr>
              <w:rPr>
                <w:sz w:val="18"/>
              </w:rPr>
            </w:pPr>
          </w:p>
        </w:tc>
      </w:tr>
      <w:tr w:rsidR="009F3919" w:rsidRPr="009F3919" w14:paraId="5C3852F3" w14:textId="77777777" w:rsidTr="00910439">
        <w:trPr>
          <w:gridAfter w:val="1"/>
          <w:wAfter w:w="1267" w:type="dxa"/>
          <w:cantSplit/>
          <w:trHeight w:val="1338"/>
        </w:trPr>
        <w:tc>
          <w:tcPr>
            <w:tcW w:w="1634" w:type="dxa"/>
            <w:vMerge/>
            <w:tcBorders>
              <w:top w:val="single" w:sz="4" w:space="0" w:color="auto"/>
              <w:left w:val="single" w:sz="12" w:space="0" w:color="000000"/>
              <w:bottom w:val="nil"/>
              <w:right w:val="nil"/>
            </w:tcBorders>
            <w:vAlign w:val="center"/>
            <w:hideMark/>
          </w:tcPr>
          <w:p w14:paraId="3D8E0E80" w14:textId="77777777" w:rsidR="00BB664E" w:rsidRPr="009F3919" w:rsidRDefault="00BB664E" w:rsidP="002E5A72">
            <w:pPr>
              <w:widowControl/>
              <w:jc w:val="left"/>
              <w:rPr>
                <w:rFonts w:ascii="ＭＳ 明朝" w:hAnsi="ＭＳ 明朝"/>
                <w:spacing w:val="-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0DCF1068" w14:textId="77777777" w:rsidR="00BB664E" w:rsidRPr="009F3919" w:rsidRDefault="00BB664E" w:rsidP="002E5A72">
            <w:pPr>
              <w:ind w:left="113" w:right="113"/>
              <w:jc w:val="distribute"/>
              <w:rPr>
                <w:sz w:val="18"/>
              </w:rPr>
            </w:pPr>
            <w:r w:rsidRPr="009F3919">
              <w:rPr>
                <w:rFonts w:hint="eastAsia"/>
                <w:sz w:val="18"/>
              </w:rPr>
              <w:t>歯科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5BB51955" w14:textId="77777777" w:rsidR="00BB664E" w:rsidRPr="009F3919" w:rsidRDefault="00BB664E" w:rsidP="002E5A72">
            <w:pPr>
              <w:ind w:left="113" w:right="113"/>
              <w:jc w:val="distribute"/>
              <w:rPr>
                <w:sz w:val="18"/>
              </w:rPr>
            </w:pPr>
            <w:r w:rsidRPr="009F3919">
              <w:rPr>
                <w:rFonts w:hint="eastAsia"/>
                <w:sz w:val="18"/>
              </w:rPr>
              <w:t>小児歯科</w:t>
            </w:r>
          </w:p>
        </w:tc>
        <w:tc>
          <w:tcPr>
            <w:tcW w:w="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4D99AA85" w14:textId="77777777" w:rsidR="00BB664E" w:rsidRPr="009F3919" w:rsidRDefault="00BB664E" w:rsidP="002E5A72">
            <w:pPr>
              <w:ind w:left="113" w:right="113"/>
              <w:jc w:val="distribute"/>
              <w:rPr>
                <w:sz w:val="18"/>
              </w:rPr>
            </w:pPr>
            <w:r w:rsidRPr="009F3919">
              <w:rPr>
                <w:rFonts w:hint="eastAsia"/>
                <w:sz w:val="18"/>
              </w:rPr>
              <w:t>矯正歯科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1B2F8596" w14:textId="77777777" w:rsidR="00BB664E" w:rsidRPr="009F3919" w:rsidRDefault="00BB664E" w:rsidP="002E5A72">
            <w:pPr>
              <w:ind w:left="113" w:right="113"/>
              <w:jc w:val="distribute"/>
              <w:rPr>
                <w:sz w:val="18"/>
              </w:rPr>
            </w:pPr>
            <w:r w:rsidRPr="009F3919">
              <w:rPr>
                <w:rFonts w:hint="eastAsia"/>
                <w:sz w:val="18"/>
              </w:rPr>
              <w:t>歯科口腔外科</w:t>
            </w:r>
          </w:p>
        </w:tc>
        <w:tc>
          <w:tcPr>
            <w:tcW w:w="451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14:paraId="09249A18" w14:textId="77777777" w:rsidR="00BB664E" w:rsidRPr="009F3919" w:rsidRDefault="00BB664E" w:rsidP="002E5A72">
            <w:pPr>
              <w:widowControl/>
              <w:jc w:val="left"/>
              <w:rPr>
                <w:sz w:val="18"/>
              </w:rPr>
            </w:pPr>
          </w:p>
        </w:tc>
      </w:tr>
      <w:tr w:rsidR="009F3919" w:rsidRPr="009F3919" w14:paraId="0338150E" w14:textId="77777777" w:rsidTr="00910439">
        <w:trPr>
          <w:gridAfter w:val="1"/>
          <w:wAfter w:w="1267" w:type="dxa"/>
          <w:cantSplit/>
          <w:trHeight w:val="1127"/>
        </w:trPr>
        <w:tc>
          <w:tcPr>
            <w:tcW w:w="163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7D31202" w14:textId="77777777" w:rsidR="00BB664E" w:rsidRPr="009F3919" w:rsidRDefault="00BB664E" w:rsidP="002E5A72">
            <w:pPr>
              <w:pStyle w:val="a4"/>
              <w:rPr>
                <w:rFonts w:ascii="ＭＳ 明朝" w:eastAsia="ＭＳ 明朝" w:hAnsi="ＭＳ 明朝"/>
                <w:spacing w:val="-1"/>
                <w:sz w:val="20"/>
                <w:szCs w:val="20"/>
              </w:rPr>
            </w:pPr>
            <w:r w:rsidRPr="009F3919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(8)従事者数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6DFD8" w14:textId="77777777" w:rsidR="00BB664E" w:rsidRPr="009F3919" w:rsidRDefault="00BB664E" w:rsidP="002E5A72">
            <w:pPr>
              <w:jc w:val="center"/>
              <w:rPr>
                <w:sz w:val="18"/>
              </w:rPr>
            </w:pPr>
            <w:r w:rsidRPr="009F3919">
              <w:rPr>
                <w:rFonts w:hint="eastAsia"/>
                <w:sz w:val="18"/>
              </w:rPr>
              <w:t>職種別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40A64AE5" w14:textId="77777777" w:rsidR="00BB664E" w:rsidRPr="009F3919" w:rsidRDefault="00BB664E" w:rsidP="002E5A72">
            <w:pPr>
              <w:ind w:left="113" w:right="113"/>
              <w:rPr>
                <w:sz w:val="18"/>
              </w:rPr>
            </w:pPr>
            <w:r w:rsidRPr="009F3919">
              <w:rPr>
                <w:rFonts w:hint="eastAsia"/>
                <w:sz w:val="18"/>
              </w:rPr>
              <w:t>歯科医師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4693FC8C" w14:textId="77777777" w:rsidR="00BB664E" w:rsidRPr="009F3919" w:rsidRDefault="00BB664E" w:rsidP="002E5A72">
            <w:pPr>
              <w:ind w:left="113" w:right="113"/>
              <w:rPr>
                <w:sz w:val="18"/>
              </w:rPr>
            </w:pPr>
            <w:r w:rsidRPr="009F3919">
              <w:rPr>
                <w:rFonts w:hint="eastAsia"/>
                <w:sz w:val="18"/>
              </w:rPr>
              <w:t>歯科衛生士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364C5A08" w14:textId="77777777" w:rsidR="00BB664E" w:rsidRPr="009F3919" w:rsidRDefault="00BB664E" w:rsidP="002E5A72">
            <w:pPr>
              <w:ind w:left="113" w:right="113"/>
              <w:rPr>
                <w:sz w:val="18"/>
              </w:rPr>
            </w:pPr>
            <w:r w:rsidRPr="009F3919">
              <w:rPr>
                <w:rFonts w:hint="eastAsia"/>
                <w:sz w:val="18"/>
              </w:rPr>
              <w:t>歯科技工士</w:t>
            </w:r>
          </w:p>
        </w:tc>
        <w:tc>
          <w:tcPr>
            <w:tcW w:w="1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2A26B036" w14:textId="77777777" w:rsidR="00BB664E" w:rsidRPr="009F3919" w:rsidRDefault="00BB664E" w:rsidP="002E5A72">
            <w:pPr>
              <w:ind w:left="113" w:right="113"/>
              <w:rPr>
                <w:sz w:val="18"/>
              </w:rPr>
            </w:pPr>
            <w:r w:rsidRPr="009F3919">
              <w:rPr>
                <w:rFonts w:hint="eastAsia"/>
                <w:sz w:val="18"/>
              </w:rPr>
              <w:t>その他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textDirection w:val="tbRlV"/>
            <w:vAlign w:val="center"/>
            <w:hideMark/>
          </w:tcPr>
          <w:p w14:paraId="2942D026" w14:textId="77777777" w:rsidR="00BB664E" w:rsidRPr="009F3919" w:rsidRDefault="00BB664E" w:rsidP="002E5A72">
            <w:pPr>
              <w:ind w:left="113" w:right="113"/>
              <w:jc w:val="center"/>
              <w:rPr>
                <w:sz w:val="18"/>
              </w:rPr>
            </w:pPr>
            <w:r w:rsidRPr="009F3919">
              <w:rPr>
                <w:rFonts w:hint="eastAsia"/>
                <w:sz w:val="18"/>
              </w:rPr>
              <w:t>計</w:t>
            </w:r>
          </w:p>
        </w:tc>
      </w:tr>
      <w:tr w:rsidR="009F3919" w:rsidRPr="009F3919" w14:paraId="55B79D43" w14:textId="77777777" w:rsidTr="00910439">
        <w:trPr>
          <w:gridAfter w:val="1"/>
          <w:wAfter w:w="1267" w:type="dxa"/>
          <w:cantSplit/>
          <w:trHeight w:val="569"/>
        </w:trPr>
        <w:tc>
          <w:tcPr>
            <w:tcW w:w="16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98C65FF" w14:textId="77777777" w:rsidR="00BB664E" w:rsidRPr="009F3919" w:rsidRDefault="00BB664E" w:rsidP="002E5A72">
            <w:pPr>
              <w:widowControl/>
              <w:jc w:val="left"/>
              <w:rPr>
                <w:rFonts w:ascii="ＭＳ 明朝" w:hAnsi="ＭＳ 明朝"/>
                <w:spacing w:val="-1"/>
                <w:sz w:val="20"/>
                <w:szCs w:val="20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1AC0D" w14:textId="77777777" w:rsidR="00BB664E" w:rsidRPr="009F3919" w:rsidRDefault="00BB664E" w:rsidP="002E5A72">
            <w:pPr>
              <w:jc w:val="center"/>
              <w:rPr>
                <w:sz w:val="18"/>
              </w:rPr>
            </w:pPr>
            <w:r w:rsidRPr="009F3919">
              <w:rPr>
                <w:rFonts w:hint="eastAsia"/>
                <w:sz w:val="18"/>
              </w:rPr>
              <w:t>常勤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232FC" w14:textId="77777777" w:rsidR="00BB664E" w:rsidRPr="009F3919" w:rsidRDefault="00BB664E" w:rsidP="002E5A72">
            <w:pPr>
              <w:rPr>
                <w:sz w:val="18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AB33B" w14:textId="77777777" w:rsidR="00BB664E" w:rsidRPr="009F3919" w:rsidRDefault="00BB664E" w:rsidP="002E5A72">
            <w:pPr>
              <w:rPr>
                <w:sz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AB56E" w14:textId="77777777" w:rsidR="00BB664E" w:rsidRPr="009F3919" w:rsidRDefault="00BB664E" w:rsidP="002E5A72">
            <w:pPr>
              <w:rPr>
                <w:sz w:val="18"/>
              </w:rPr>
            </w:pPr>
          </w:p>
        </w:tc>
        <w:tc>
          <w:tcPr>
            <w:tcW w:w="1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EEC05" w14:textId="77777777" w:rsidR="00BB664E" w:rsidRPr="009F3919" w:rsidRDefault="00BB664E" w:rsidP="002E5A72">
            <w:pPr>
              <w:jc w:val="center"/>
              <w:rPr>
                <w:sz w:val="18"/>
              </w:rPr>
            </w:pPr>
            <w:r w:rsidRPr="009F3919">
              <w:rPr>
                <w:rFonts w:hint="eastAsia"/>
                <w:sz w:val="18"/>
              </w:rPr>
              <w:t>（　　　　　　　　　）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531131FD" w14:textId="77777777" w:rsidR="00BB664E" w:rsidRPr="009F3919" w:rsidRDefault="00BB664E" w:rsidP="002E5A72">
            <w:pPr>
              <w:rPr>
                <w:sz w:val="18"/>
              </w:rPr>
            </w:pPr>
          </w:p>
        </w:tc>
      </w:tr>
      <w:tr w:rsidR="009F3919" w:rsidRPr="009F3919" w14:paraId="6651D291" w14:textId="77777777" w:rsidTr="00910439">
        <w:trPr>
          <w:gridAfter w:val="1"/>
          <w:wAfter w:w="1267" w:type="dxa"/>
          <w:cantSplit/>
          <w:trHeight w:val="554"/>
        </w:trPr>
        <w:tc>
          <w:tcPr>
            <w:tcW w:w="16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018F1D4" w14:textId="77777777" w:rsidR="00BB664E" w:rsidRPr="009F3919" w:rsidRDefault="00BB664E" w:rsidP="002E5A72">
            <w:pPr>
              <w:widowControl/>
              <w:jc w:val="left"/>
              <w:rPr>
                <w:rFonts w:ascii="ＭＳ 明朝" w:hAnsi="ＭＳ 明朝"/>
                <w:spacing w:val="-1"/>
                <w:sz w:val="20"/>
                <w:szCs w:val="20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5802075D" w14:textId="77777777" w:rsidR="00BB664E" w:rsidRPr="009F3919" w:rsidRDefault="00BB664E" w:rsidP="002E5A72">
            <w:pPr>
              <w:jc w:val="center"/>
              <w:rPr>
                <w:kern w:val="0"/>
                <w:sz w:val="18"/>
              </w:rPr>
            </w:pPr>
            <w:r w:rsidRPr="009F3919">
              <w:rPr>
                <w:rFonts w:hint="eastAsia"/>
                <w:kern w:val="0"/>
                <w:sz w:val="18"/>
                <w:fitText w:val="540" w:id="330044928"/>
              </w:rPr>
              <w:t>非常勤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0E16136" w14:textId="77777777" w:rsidR="00BB664E" w:rsidRPr="009F3919" w:rsidRDefault="00BB664E" w:rsidP="002E5A72">
            <w:pPr>
              <w:rPr>
                <w:sz w:val="18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15B47B5" w14:textId="77777777" w:rsidR="00BB664E" w:rsidRPr="009F3919" w:rsidRDefault="00BB664E" w:rsidP="002E5A72">
            <w:pPr>
              <w:rPr>
                <w:sz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5DAC497" w14:textId="77777777" w:rsidR="00BB664E" w:rsidRPr="009F3919" w:rsidRDefault="00BB664E" w:rsidP="002E5A72">
            <w:pPr>
              <w:rPr>
                <w:sz w:val="18"/>
              </w:rPr>
            </w:pPr>
          </w:p>
        </w:tc>
        <w:tc>
          <w:tcPr>
            <w:tcW w:w="1995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4B4CCE5" w14:textId="77777777" w:rsidR="00BB664E" w:rsidRPr="009F3919" w:rsidRDefault="00BB664E" w:rsidP="002E5A72">
            <w:pPr>
              <w:jc w:val="center"/>
              <w:rPr>
                <w:sz w:val="18"/>
              </w:rPr>
            </w:pPr>
            <w:r w:rsidRPr="009F3919">
              <w:rPr>
                <w:rFonts w:hint="eastAsia"/>
                <w:sz w:val="18"/>
              </w:rPr>
              <w:t>（　　　　　　　　　）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000000"/>
            </w:tcBorders>
          </w:tcPr>
          <w:p w14:paraId="77252037" w14:textId="77777777" w:rsidR="00BB664E" w:rsidRPr="009F3919" w:rsidRDefault="00BB664E" w:rsidP="002E5A72">
            <w:pPr>
              <w:rPr>
                <w:sz w:val="18"/>
              </w:rPr>
            </w:pPr>
          </w:p>
        </w:tc>
      </w:tr>
      <w:tr w:rsidR="009F3919" w:rsidRPr="009F3919" w14:paraId="11CB334E" w14:textId="77777777" w:rsidTr="00910439">
        <w:trPr>
          <w:gridAfter w:val="1"/>
          <w:wAfter w:w="1267" w:type="dxa"/>
          <w:cantSplit/>
          <w:trHeight w:val="740"/>
        </w:trPr>
        <w:tc>
          <w:tcPr>
            <w:tcW w:w="1634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C07F6CA" w14:textId="77777777" w:rsidR="00BB664E" w:rsidRPr="009F3919" w:rsidRDefault="00BB664E" w:rsidP="002E5A72">
            <w:pPr>
              <w:pStyle w:val="a8"/>
              <w:rPr>
                <w:rFonts w:ascii="ＭＳ 明朝" w:hAnsi="ＭＳ 明朝"/>
                <w:spacing w:val="-1"/>
                <w:szCs w:val="21"/>
              </w:rPr>
            </w:pPr>
            <w:r w:rsidRPr="009F3919">
              <w:rPr>
                <w:rFonts w:ascii="ＭＳ 明朝" w:hAnsi="ＭＳ 明朝" w:hint="eastAsia"/>
                <w:sz w:val="20"/>
                <w:szCs w:val="20"/>
              </w:rPr>
              <w:t xml:space="preserve"> (9)設備概要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395BA" w14:textId="77777777" w:rsidR="00BB664E" w:rsidRPr="009F3919" w:rsidRDefault="00BB664E" w:rsidP="002E5A72">
            <w:pPr>
              <w:rPr>
                <w:sz w:val="18"/>
              </w:rPr>
            </w:pPr>
            <w:r w:rsidRPr="009F3919">
              <w:rPr>
                <w:sz w:val="18"/>
              </w:rPr>
              <w:t xml:space="preserve"> </w:t>
            </w:r>
            <w:r w:rsidRPr="009F3919">
              <w:rPr>
                <w:rFonts w:hint="eastAsia"/>
                <w:sz w:val="18"/>
              </w:rPr>
              <w:t>１</w:t>
            </w:r>
            <w:r w:rsidRPr="009F3919">
              <w:rPr>
                <w:sz w:val="18"/>
              </w:rPr>
              <w:t xml:space="preserve"> </w:t>
            </w:r>
            <w:r w:rsidRPr="009F3919">
              <w:rPr>
                <w:rFonts w:hint="eastAsia"/>
                <w:kern w:val="0"/>
                <w:sz w:val="18"/>
              </w:rPr>
              <w:t>手術室</w:t>
            </w:r>
          </w:p>
        </w:tc>
        <w:tc>
          <w:tcPr>
            <w:tcW w:w="2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3BB3E" w14:textId="77777777" w:rsidR="00BB664E" w:rsidRPr="009F3919" w:rsidRDefault="00BB664E" w:rsidP="002E5A72">
            <w:pPr>
              <w:jc w:val="center"/>
              <w:rPr>
                <w:sz w:val="18"/>
              </w:rPr>
            </w:pPr>
            <w:r w:rsidRPr="009F3919">
              <w:rPr>
                <w:rFonts w:hint="eastAsia"/>
                <w:sz w:val="18"/>
              </w:rPr>
              <w:t>有　　・　　無</w:t>
            </w:r>
          </w:p>
        </w:tc>
        <w:tc>
          <w:tcPr>
            <w:tcW w:w="1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2F59D" w14:textId="77777777" w:rsidR="00BB664E" w:rsidRPr="009F3919" w:rsidRDefault="00BB664E" w:rsidP="002E5A72">
            <w:pPr>
              <w:rPr>
                <w:sz w:val="18"/>
              </w:rPr>
            </w:pPr>
            <w:r w:rsidRPr="009F3919">
              <w:rPr>
                <w:sz w:val="18"/>
              </w:rPr>
              <w:t xml:space="preserve"> </w:t>
            </w:r>
            <w:r w:rsidRPr="009F3919">
              <w:rPr>
                <w:rFonts w:hint="eastAsia"/>
                <w:sz w:val="18"/>
              </w:rPr>
              <w:t>３</w:t>
            </w:r>
            <w:r w:rsidRPr="009F3919">
              <w:rPr>
                <w:sz w:val="18"/>
              </w:rPr>
              <w:t xml:space="preserve"> </w:t>
            </w:r>
            <w:r w:rsidRPr="009F3919">
              <w:rPr>
                <w:rFonts w:hint="eastAsia"/>
                <w:sz w:val="18"/>
              </w:rPr>
              <w:t>歯科技工室</w:t>
            </w:r>
          </w:p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14:paraId="2FE57BCD" w14:textId="77777777" w:rsidR="00BB664E" w:rsidRPr="009F3919" w:rsidRDefault="00BB664E" w:rsidP="002E5A72">
            <w:pPr>
              <w:jc w:val="center"/>
              <w:rPr>
                <w:sz w:val="18"/>
              </w:rPr>
            </w:pPr>
            <w:r w:rsidRPr="009F3919">
              <w:rPr>
                <w:rFonts w:hint="eastAsia"/>
                <w:sz w:val="18"/>
              </w:rPr>
              <w:t>有　　・　　無</w:t>
            </w:r>
          </w:p>
        </w:tc>
      </w:tr>
      <w:tr w:rsidR="009F3919" w:rsidRPr="009F3919" w14:paraId="6C2B4C8F" w14:textId="22FE2977" w:rsidTr="00910439">
        <w:trPr>
          <w:gridAfter w:val="1"/>
          <w:wAfter w:w="1267" w:type="dxa"/>
          <w:cantSplit/>
          <w:trHeight w:val="700"/>
        </w:trPr>
        <w:tc>
          <w:tcPr>
            <w:tcW w:w="1634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3B7BE3EB" w14:textId="77777777" w:rsidR="00910439" w:rsidRPr="009F3919" w:rsidRDefault="00910439" w:rsidP="002E5A72">
            <w:pPr>
              <w:widowControl/>
              <w:jc w:val="left"/>
              <w:rPr>
                <w:rFonts w:ascii="ＭＳ 明朝" w:hAnsi="ＭＳ 明朝"/>
                <w:spacing w:val="-1"/>
                <w:szCs w:val="21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38B23" w14:textId="77777777" w:rsidR="00910439" w:rsidRPr="009F3919" w:rsidRDefault="00910439" w:rsidP="002E5A72">
            <w:pPr>
              <w:rPr>
                <w:sz w:val="18"/>
              </w:rPr>
            </w:pPr>
            <w:r w:rsidRPr="009F3919">
              <w:rPr>
                <w:sz w:val="18"/>
              </w:rPr>
              <w:t xml:space="preserve"> </w:t>
            </w:r>
            <w:r w:rsidRPr="009F3919">
              <w:rPr>
                <w:rFonts w:hint="eastAsia"/>
                <w:sz w:val="18"/>
              </w:rPr>
              <w:t>２</w:t>
            </w:r>
            <w:r w:rsidRPr="009F3919">
              <w:rPr>
                <w:sz w:val="18"/>
              </w:rPr>
              <w:t xml:space="preserve"> </w:t>
            </w:r>
            <w:r w:rsidRPr="009F3919">
              <w:rPr>
                <w:rFonts w:hint="eastAsia"/>
                <w:sz w:val="18"/>
              </w:rPr>
              <w:t>エックス線装置</w:t>
            </w:r>
          </w:p>
        </w:tc>
        <w:tc>
          <w:tcPr>
            <w:tcW w:w="2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D6C3F" w14:textId="77777777" w:rsidR="00910439" w:rsidRPr="009F3919" w:rsidRDefault="00910439" w:rsidP="002E5A72">
            <w:pPr>
              <w:jc w:val="center"/>
              <w:rPr>
                <w:sz w:val="16"/>
                <w:szCs w:val="16"/>
              </w:rPr>
            </w:pPr>
            <w:r w:rsidRPr="009F3919">
              <w:rPr>
                <w:rFonts w:hint="eastAsia"/>
                <w:sz w:val="18"/>
              </w:rPr>
              <w:t xml:space="preserve">有　　・　　無　　　　　　</w:t>
            </w:r>
          </w:p>
        </w:tc>
        <w:tc>
          <w:tcPr>
            <w:tcW w:w="1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E7F02" w14:textId="3727D0F7" w:rsidR="00910439" w:rsidRPr="009F3919" w:rsidRDefault="00910439" w:rsidP="003D3C8A">
            <w:pPr>
              <w:ind w:firstLineChars="50" w:firstLine="90"/>
              <w:rPr>
                <w:sz w:val="18"/>
              </w:rPr>
            </w:pPr>
            <w:r w:rsidRPr="009F3919">
              <w:rPr>
                <w:rFonts w:hint="eastAsia"/>
                <w:sz w:val="18"/>
              </w:rPr>
              <w:t>４</w:t>
            </w:r>
            <w:r w:rsidR="00230CEC" w:rsidRPr="009F3919">
              <w:rPr>
                <w:rFonts w:hint="eastAsia"/>
                <w:sz w:val="18"/>
              </w:rPr>
              <w:t xml:space="preserve"> </w:t>
            </w:r>
            <w:r w:rsidR="00E30951" w:rsidRPr="009F3919">
              <w:rPr>
                <w:rFonts w:hint="eastAsia"/>
                <w:sz w:val="18"/>
              </w:rPr>
              <w:t>CT</w:t>
            </w:r>
            <w:r w:rsidR="003D3C8A" w:rsidRPr="009F3919">
              <w:rPr>
                <w:rFonts w:hint="eastAsia"/>
                <w:sz w:val="18"/>
              </w:rPr>
              <w:t>スキャン</w:t>
            </w:r>
          </w:p>
        </w:tc>
        <w:tc>
          <w:tcPr>
            <w:tcW w:w="2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0B899007" w14:textId="3C61865B" w:rsidR="00910439" w:rsidRPr="009F3919" w:rsidRDefault="005D32E9" w:rsidP="002E5A72">
            <w:pPr>
              <w:jc w:val="center"/>
              <w:rPr>
                <w:sz w:val="18"/>
              </w:rPr>
            </w:pPr>
            <w:r w:rsidRPr="009F3919">
              <w:rPr>
                <w:rFonts w:hint="eastAsia"/>
                <w:sz w:val="18"/>
              </w:rPr>
              <w:t>有　　・　　無</w:t>
            </w:r>
          </w:p>
        </w:tc>
      </w:tr>
      <w:tr w:rsidR="009F3919" w:rsidRPr="009F3919" w14:paraId="74A7BC52" w14:textId="77777777" w:rsidTr="00910439">
        <w:trPr>
          <w:gridAfter w:val="1"/>
          <w:wAfter w:w="1267" w:type="dxa"/>
          <w:cantSplit/>
          <w:trHeight w:val="1162"/>
        </w:trPr>
        <w:tc>
          <w:tcPr>
            <w:tcW w:w="1634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14:paraId="54250C2C" w14:textId="77777777" w:rsidR="00BB664E" w:rsidRPr="009F3919" w:rsidRDefault="00BB664E" w:rsidP="002E5A72">
            <w:pPr>
              <w:pStyle w:val="a8"/>
              <w:ind w:firstLineChars="50" w:firstLine="100"/>
              <w:rPr>
                <w:rFonts w:ascii="ＭＳ 明朝" w:hAnsi="ＭＳ 明朝"/>
                <w:sz w:val="20"/>
                <w:szCs w:val="20"/>
              </w:rPr>
            </w:pPr>
            <w:r w:rsidRPr="009F3919">
              <w:rPr>
                <w:rFonts w:ascii="ＭＳ 明朝" w:hAnsi="ＭＳ 明朝" w:hint="eastAsia"/>
                <w:sz w:val="20"/>
                <w:szCs w:val="20"/>
              </w:rPr>
              <w:t>(10)業務委託</w:t>
            </w:r>
          </w:p>
        </w:tc>
        <w:tc>
          <w:tcPr>
            <w:tcW w:w="2781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0E880" w14:textId="77777777" w:rsidR="00BB664E" w:rsidRPr="009F3919" w:rsidRDefault="00BB664E" w:rsidP="002E5A72">
            <w:pPr>
              <w:rPr>
                <w:sz w:val="18"/>
              </w:rPr>
            </w:pPr>
            <w:r w:rsidRPr="009F3919">
              <w:rPr>
                <w:sz w:val="18"/>
              </w:rPr>
              <w:t xml:space="preserve"> </w:t>
            </w:r>
            <w:r w:rsidRPr="009F3919">
              <w:rPr>
                <w:rFonts w:hint="eastAsia"/>
                <w:sz w:val="18"/>
              </w:rPr>
              <w:t>１　検体検査業務</w:t>
            </w:r>
          </w:p>
        </w:tc>
        <w:tc>
          <w:tcPr>
            <w:tcW w:w="55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36F43B49" w14:textId="77777777" w:rsidR="00BB664E" w:rsidRPr="009F3919" w:rsidRDefault="00BB664E" w:rsidP="002E5A72">
            <w:pPr>
              <w:jc w:val="center"/>
              <w:rPr>
                <w:sz w:val="18"/>
              </w:rPr>
            </w:pPr>
            <w:r w:rsidRPr="009F3919">
              <w:rPr>
                <w:rFonts w:hint="eastAsia"/>
                <w:sz w:val="18"/>
              </w:rPr>
              <w:t>有（全部）</w:t>
            </w:r>
            <w:r w:rsidRPr="009F3919">
              <w:rPr>
                <w:sz w:val="18"/>
              </w:rPr>
              <w:t xml:space="preserve"> </w:t>
            </w:r>
            <w:r w:rsidRPr="009F3919">
              <w:rPr>
                <w:rFonts w:hint="eastAsia"/>
                <w:sz w:val="18"/>
              </w:rPr>
              <w:t>・</w:t>
            </w:r>
            <w:r w:rsidRPr="009F3919">
              <w:rPr>
                <w:sz w:val="18"/>
              </w:rPr>
              <w:t xml:space="preserve"> </w:t>
            </w:r>
            <w:r w:rsidRPr="009F3919">
              <w:rPr>
                <w:rFonts w:hint="eastAsia"/>
                <w:sz w:val="18"/>
              </w:rPr>
              <w:t>有（一部）</w:t>
            </w:r>
            <w:r w:rsidRPr="009F3919">
              <w:rPr>
                <w:sz w:val="18"/>
              </w:rPr>
              <w:t xml:space="preserve"> </w:t>
            </w:r>
            <w:r w:rsidRPr="009F3919">
              <w:rPr>
                <w:rFonts w:hint="eastAsia"/>
                <w:sz w:val="18"/>
              </w:rPr>
              <w:t>・</w:t>
            </w:r>
            <w:r w:rsidRPr="009F3919">
              <w:rPr>
                <w:sz w:val="18"/>
              </w:rPr>
              <w:t xml:space="preserve"> </w:t>
            </w:r>
            <w:r w:rsidRPr="009F3919">
              <w:rPr>
                <w:rFonts w:hint="eastAsia"/>
                <w:sz w:val="18"/>
              </w:rPr>
              <w:t>無</w:t>
            </w:r>
          </w:p>
          <w:p w14:paraId="52932F9E" w14:textId="77777777" w:rsidR="00BB664E" w:rsidRPr="009F3919" w:rsidRDefault="00BB664E" w:rsidP="002E5A72">
            <w:pPr>
              <w:jc w:val="center"/>
              <w:rPr>
                <w:sz w:val="18"/>
              </w:rPr>
            </w:pPr>
          </w:p>
          <w:p w14:paraId="7396A0E7" w14:textId="77777777" w:rsidR="00BB664E" w:rsidRPr="009F3919" w:rsidRDefault="00BB664E" w:rsidP="002E5A72">
            <w:pPr>
              <w:jc w:val="center"/>
              <w:rPr>
                <w:sz w:val="18"/>
              </w:rPr>
            </w:pPr>
            <w:r w:rsidRPr="009F3919">
              <w:rPr>
                <w:rFonts w:hint="eastAsia"/>
                <w:sz w:val="18"/>
              </w:rPr>
              <w:t>有の場合委託業者名〔　　　　　　　　　　　　　　　　　　　〕</w:t>
            </w:r>
          </w:p>
        </w:tc>
      </w:tr>
      <w:tr w:rsidR="009F3919" w:rsidRPr="009F3919" w14:paraId="19E0BFB7" w14:textId="77777777" w:rsidTr="00910439">
        <w:trPr>
          <w:gridAfter w:val="1"/>
          <w:wAfter w:w="1267" w:type="dxa"/>
          <w:cantSplit/>
          <w:trHeight w:val="1132"/>
        </w:trPr>
        <w:tc>
          <w:tcPr>
            <w:tcW w:w="163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14:paraId="61F0801C" w14:textId="77777777" w:rsidR="00BB664E" w:rsidRPr="009F3919" w:rsidRDefault="00BB664E" w:rsidP="002E5A72">
            <w:pPr>
              <w:widowControl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781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FA8C8" w14:textId="77777777" w:rsidR="00BB664E" w:rsidRPr="009F3919" w:rsidRDefault="00BB664E" w:rsidP="002E5A72">
            <w:pPr>
              <w:rPr>
                <w:sz w:val="18"/>
              </w:rPr>
            </w:pPr>
            <w:r w:rsidRPr="009F3919">
              <w:rPr>
                <w:sz w:val="18"/>
              </w:rPr>
              <w:t xml:space="preserve"> </w:t>
            </w:r>
            <w:r w:rsidRPr="009F3919">
              <w:rPr>
                <w:rFonts w:hint="eastAsia"/>
                <w:sz w:val="18"/>
              </w:rPr>
              <w:t>２　医療機器の保守点検業務</w:t>
            </w:r>
          </w:p>
        </w:tc>
        <w:tc>
          <w:tcPr>
            <w:tcW w:w="55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70AAEF19" w14:textId="77777777" w:rsidR="00BB664E" w:rsidRPr="009F3919" w:rsidRDefault="00BB664E" w:rsidP="002E5A72">
            <w:pPr>
              <w:jc w:val="center"/>
              <w:rPr>
                <w:sz w:val="18"/>
              </w:rPr>
            </w:pPr>
            <w:r w:rsidRPr="009F3919">
              <w:rPr>
                <w:rFonts w:hint="eastAsia"/>
                <w:sz w:val="18"/>
              </w:rPr>
              <w:t>有（全部）</w:t>
            </w:r>
            <w:r w:rsidRPr="009F3919">
              <w:rPr>
                <w:sz w:val="18"/>
              </w:rPr>
              <w:t xml:space="preserve"> </w:t>
            </w:r>
            <w:r w:rsidRPr="009F3919">
              <w:rPr>
                <w:rFonts w:hint="eastAsia"/>
                <w:sz w:val="18"/>
              </w:rPr>
              <w:t>・</w:t>
            </w:r>
            <w:r w:rsidRPr="009F3919">
              <w:rPr>
                <w:sz w:val="18"/>
              </w:rPr>
              <w:t xml:space="preserve"> </w:t>
            </w:r>
            <w:r w:rsidRPr="009F3919">
              <w:rPr>
                <w:rFonts w:hint="eastAsia"/>
                <w:sz w:val="18"/>
              </w:rPr>
              <w:t>有（一部）</w:t>
            </w:r>
            <w:r w:rsidRPr="009F3919">
              <w:rPr>
                <w:sz w:val="18"/>
              </w:rPr>
              <w:t xml:space="preserve"> </w:t>
            </w:r>
            <w:r w:rsidRPr="009F3919">
              <w:rPr>
                <w:rFonts w:hint="eastAsia"/>
                <w:sz w:val="18"/>
              </w:rPr>
              <w:t>・</w:t>
            </w:r>
            <w:r w:rsidRPr="009F3919">
              <w:rPr>
                <w:sz w:val="18"/>
              </w:rPr>
              <w:t xml:space="preserve"> </w:t>
            </w:r>
            <w:r w:rsidRPr="009F3919">
              <w:rPr>
                <w:rFonts w:hint="eastAsia"/>
                <w:sz w:val="18"/>
              </w:rPr>
              <w:t>無</w:t>
            </w:r>
          </w:p>
          <w:p w14:paraId="68A3883E" w14:textId="77777777" w:rsidR="00BB664E" w:rsidRPr="009F3919" w:rsidRDefault="00BB664E" w:rsidP="002E5A72">
            <w:pPr>
              <w:jc w:val="center"/>
              <w:rPr>
                <w:sz w:val="18"/>
              </w:rPr>
            </w:pPr>
          </w:p>
          <w:p w14:paraId="64AE9D98" w14:textId="77777777" w:rsidR="00BB664E" w:rsidRPr="009F3919" w:rsidRDefault="00BB664E" w:rsidP="002E5A72">
            <w:pPr>
              <w:ind w:firstLineChars="50" w:firstLine="90"/>
              <w:rPr>
                <w:sz w:val="18"/>
              </w:rPr>
            </w:pPr>
            <w:r w:rsidRPr="009F3919">
              <w:rPr>
                <w:rFonts w:hint="eastAsia"/>
                <w:sz w:val="18"/>
              </w:rPr>
              <w:t>有の場合委託業者名〔　　　　　　　　　　　　　　　　　　　〕</w:t>
            </w:r>
          </w:p>
        </w:tc>
      </w:tr>
      <w:tr w:rsidR="00BB664E" w:rsidRPr="009F3919" w14:paraId="3E60CF1F" w14:textId="77777777" w:rsidTr="00910439">
        <w:trPr>
          <w:gridAfter w:val="1"/>
          <w:wAfter w:w="1267" w:type="dxa"/>
          <w:cantSplit/>
          <w:trHeight w:val="1974"/>
        </w:trPr>
        <w:tc>
          <w:tcPr>
            <w:tcW w:w="163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14:paraId="5E278DBF" w14:textId="77777777" w:rsidR="00BB664E" w:rsidRPr="009F3919" w:rsidRDefault="00BB664E" w:rsidP="002E5A72">
            <w:pPr>
              <w:widowControl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781" w:type="dxa"/>
            <w:gridSpan w:val="6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E75B00E" w14:textId="77777777" w:rsidR="00BB664E" w:rsidRPr="009F3919" w:rsidRDefault="00BB664E" w:rsidP="002E5A72">
            <w:pPr>
              <w:rPr>
                <w:sz w:val="18"/>
              </w:rPr>
            </w:pPr>
            <w:r w:rsidRPr="009F3919">
              <w:rPr>
                <w:sz w:val="18"/>
              </w:rPr>
              <w:t xml:space="preserve"> </w:t>
            </w:r>
            <w:r w:rsidRPr="009F3919">
              <w:rPr>
                <w:rFonts w:hint="eastAsia"/>
                <w:sz w:val="18"/>
              </w:rPr>
              <w:t>３　感染性廃棄物の処理業務</w:t>
            </w:r>
          </w:p>
        </w:tc>
        <w:tc>
          <w:tcPr>
            <w:tcW w:w="5568" w:type="dxa"/>
            <w:gridSpan w:val="10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14:paraId="73EFD07D" w14:textId="77777777" w:rsidR="00BB664E" w:rsidRPr="009F3919" w:rsidRDefault="00BB664E" w:rsidP="002E5A72">
            <w:pPr>
              <w:jc w:val="center"/>
              <w:rPr>
                <w:sz w:val="18"/>
              </w:rPr>
            </w:pPr>
            <w:r w:rsidRPr="009F3919">
              <w:rPr>
                <w:rFonts w:hint="eastAsia"/>
                <w:sz w:val="18"/>
              </w:rPr>
              <w:t>有（全部）</w:t>
            </w:r>
            <w:r w:rsidRPr="009F3919">
              <w:rPr>
                <w:sz w:val="18"/>
              </w:rPr>
              <w:t xml:space="preserve"> </w:t>
            </w:r>
            <w:r w:rsidRPr="009F3919">
              <w:rPr>
                <w:rFonts w:hint="eastAsia"/>
                <w:sz w:val="18"/>
              </w:rPr>
              <w:t>・</w:t>
            </w:r>
            <w:r w:rsidRPr="009F3919">
              <w:rPr>
                <w:sz w:val="18"/>
              </w:rPr>
              <w:t xml:space="preserve"> </w:t>
            </w:r>
            <w:r w:rsidRPr="009F3919">
              <w:rPr>
                <w:rFonts w:hint="eastAsia"/>
                <w:sz w:val="18"/>
              </w:rPr>
              <w:t>有（一部）</w:t>
            </w:r>
            <w:r w:rsidRPr="009F3919">
              <w:rPr>
                <w:sz w:val="18"/>
              </w:rPr>
              <w:t xml:space="preserve"> </w:t>
            </w:r>
            <w:r w:rsidRPr="009F3919">
              <w:rPr>
                <w:rFonts w:hint="eastAsia"/>
                <w:sz w:val="18"/>
              </w:rPr>
              <w:t>・</w:t>
            </w:r>
            <w:r w:rsidRPr="009F3919">
              <w:rPr>
                <w:sz w:val="18"/>
              </w:rPr>
              <w:t xml:space="preserve"> </w:t>
            </w:r>
            <w:r w:rsidRPr="009F3919">
              <w:rPr>
                <w:rFonts w:hint="eastAsia"/>
                <w:sz w:val="18"/>
              </w:rPr>
              <w:t>無</w:t>
            </w:r>
          </w:p>
          <w:p w14:paraId="521E4F95" w14:textId="77777777" w:rsidR="00BB664E" w:rsidRPr="009F3919" w:rsidRDefault="00BB664E" w:rsidP="002E5A72">
            <w:pPr>
              <w:jc w:val="center"/>
              <w:rPr>
                <w:sz w:val="18"/>
              </w:rPr>
            </w:pPr>
          </w:p>
          <w:p w14:paraId="6FDFF0DA" w14:textId="77777777" w:rsidR="00BB664E" w:rsidRPr="009F3919" w:rsidRDefault="00BB664E" w:rsidP="002E5A72">
            <w:pPr>
              <w:ind w:firstLineChars="50" w:firstLine="90"/>
              <w:rPr>
                <w:sz w:val="18"/>
              </w:rPr>
            </w:pPr>
            <w:r w:rsidRPr="009F3919">
              <w:rPr>
                <w:rFonts w:hint="eastAsia"/>
                <w:sz w:val="18"/>
              </w:rPr>
              <w:t>有の場合委託業者名</w:t>
            </w:r>
          </w:p>
          <w:p w14:paraId="7D27C058" w14:textId="77777777" w:rsidR="00BB664E" w:rsidRPr="009F3919" w:rsidRDefault="00BB664E" w:rsidP="002E5A72">
            <w:pPr>
              <w:ind w:firstLineChars="150" w:firstLine="270"/>
              <w:rPr>
                <w:sz w:val="18"/>
              </w:rPr>
            </w:pPr>
            <w:r w:rsidRPr="009F3919">
              <w:rPr>
                <w:rFonts w:hint="eastAsia"/>
                <w:sz w:val="18"/>
              </w:rPr>
              <w:t>収集運搬業者〔　　　　　　　　　　　　　　　　　　　　　〕</w:t>
            </w:r>
          </w:p>
          <w:p w14:paraId="790AF88F" w14:textId="77777777" w:rsidR="00BB664E" w:rsidRPr="009F3919" w:rsidRDefault="00BB664E" w:rsidP="002E5A72">
            <w:pPr>
              <w:ind w:firstLineChars="150" w:firstLine="270"/>
              <w:rPr>
                <w:sz w:val="18"/>
              </w:rPr>
            </w:pPr>
          </w:p>
          <w:p w14:paraId="34EE8B3F" w14:textId="77777777" w:rsidR="00BB664E" w:rsidRPr="009F3919" w:rsidRDefault="00BB664E" w:rsidP="002E5A72">
            <w:pPr>
              <w:ind w:firstLineChars="150" w:firstLine="270"/>
              <w:rPr>
                <w:sz w:val="18"/>
              </w:rPr>
            </w:pPr>
            <w:r w:rsidRPr="009F3919">
              <w:rPr>
                <w:rFonts w:hint="eastAsia"/>
                <w:sz w:val="18"/>
              </w:rPr>
              <w:t>処分業者　　〔　　　　　　　　　　　　　　　　　　　　　〕</w:t>
            </w:r>
          </w:p>
        </w:tc>
      </w:tr>
    </w:tbl>
    <w:p w14:paraId="22F6ACEF" w14:textId="77777777" w:rsidR="00BB664E" w:rsidRPr="009F3919" w:rsidRDefault="00BB664E" w:rsidP="00BB664E">
      <w:pPr>
        <w:pStyle w:val="a3"/>
        <w:spacing w:line="40" w:lineRule="exact"/>
        <w:jc w:val="right"/>
        <w:rPr>
          <w:sz w:val="2"/>
          <w:szCs w:val="2"/>
        </w:rPr>
      </w:pPr>
    </w:p>
    <w:p w14:paraId="6C550A0A" w14:textId="77777777" w:rsidR="00BB664E" w:rsidRPr="009F3919" w:rsidRDefault="00BB664E" w:rsidP="00BB664E">
      <w:pPr>
        <w:pStyle w:val="a3"/>
        <w:spacing w:line="40" w:lineRule="exact"/>
        <w:jc w:val="right"/>
        <w:rPr>
          <w:sz w:val="2"/>
          <w:szCs w:val="2"/>
        </w:rPr>
      </w:pPr>
    </w:p>
    <w:p w14:paraId="156F0AD6" w14:textId="77777777" w:rsidR="00BB664E" w:rsidRPr="009F3919" w:rsidRDefault="00BB664E" w:rsidP="00BB664E">
      <w:pPr>
        <w:pStyle w:val="a3"/>
        <w:spacing w:line="320" w:lineRule="exact"/>
        <w:ind w:right="116"/>
        <w:rPr>
          <w:sz w:val="21"/>
          <w:szCs w:val="21"/>
        </w:rPr>
      </w:pPr>
    </w:p>
    <w:p w14:paraId="5FFF681E" w14:textId="77777777" w:rsidR="00BB664E" w:rsidRPr="009F3919" w:rsidRDefault="00BB664E" w:rsidP="00BB664E"/>
    <w:p w14:paraId="644A1F76" w14:textId="77777777" w:rsidR="00E66DA2" w:rsidRPr="009F3919" w:rsidRDefault="00E66DA2" w:rsidP="00BB664E">
      <w:pPr>
        <w:rPr>
          <w:szCs w:val="21"/>
        </w:rPr>
      </w:pPr>
    </w:p>
    <w:sectPr w:rsidR="00E66DA2" w:rsidRPr="009F3919" w:rsidSect="008F6A21">
      <w:pgSz w:w="11906" w:h="16838" w:code="9"/>
      <w:pgMar w:top="567" w:right="851" w:bottom="295" w:left="964" w:header="720" w:footer="720" w:gutter="0"/>
      <w:cols w:space="720"/>
      <w:noEndnote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9C118" w14:textId="77777777" w:rsidR="0053700E" w:rsidRDefault="0053700E" w:rsidP="00D95A64">
      <w:r>
        <w:separator/>
      </w:r>
    </w:p>
  </w:endnote>
  <w:endnote w:type="continuationSeparator" w:id="0">
    <w:p w14:paraId="14891DEF" w14:textId="77777777" w:rsidR="0053700E" w:rsidRDefault="0053700E" w:rsidP="00D95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A968B" w14:textId="77777777" w:rsidR="0053700E" w:rsidRDefault="0053700E" w:rsidP="00D95A64">
      <w:r>
        <w:separator/>
      </w:r>
    </w:p>
  </w:footnote>
  <w:footnote w:type="continuationSeparator" w:id="0">
    <w:p w14:paraId="4A085EF4" w14:textId="77777777" w:rsidR="0053700E" w:rsidRDefault="0053700E" w:rsidP="00D95A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4E58"/>
    <w:rsid w:val="00001BF5"/>
    <w:rsid w:val="000235FA"/>
    <w:rsid w:val="00031219"/>
    <w:rsid w:val="000341F1"/>
    <w:rsid w:val="000375B2"/>
    <w:rsid w:val="000643CA"/>
    <w:rsid w:val="000706C0"/>
    <w:rsid w:val="000723CF"/>
    <w:rsid w:val="00087ED2"/>
    <w:rsid w:val="000B4395"/>
    <w:rsid w:val="000C59FF"/>
    <w:rsid w:val="000E1D62"/>
    <w:rsid w:val="00136DE1"/>
    <w:rsid w:val="0015129D"/>
    <w:rsid w:val="001534FF"/>
    <w:rsid w:val="00155BE5"/>
    <w:rsid w:val="00176259"/>
    <w:rsid w:val="00177A8A"/>
    <w:rsid w:val="00180E3B"/>
    <w:rsid w:val="00183673"/>
    <w:rsid w:val="001B1C5D"/>
    <w:rsid w:val="001B6452"/>
    <w:rsid w:val="001C3E14"/>
    <w:rsid w:val="001F5B3C"/>
    <w:rsid w:val="001F623E"/>
    <w:rsid w:val="0020129A"/>
    <w:rsid w:val="00230CEC"/>
    <w:rsid w:val="002461E0"/>
    <w:rsid w:val="002464EF"/>
    <w:rsid w:val="00284CCC"/>
    <w:rsid w:val="002A75DE"/>
    <w:rsid w:val="002B19F6"/>
    <w:rsid w:val="002B2C92"/>
    <w:rsid w:val="002E5A72"/>
    <w:rsid w:val="002F0726"/>
    <w:rsid w:val="003438CE"/>
    <w:rsid w:val="00345567"/>
    <w:rsid w:val="00372532"/>
    <w:rsid w:val="00376B49"/>
    <w:rsid w:val="003B4F33"/>
    <w:rsid w:val="003D3C8A"/>
    <w:rsid w:val="003D3E5C"/>
    <w:rsid w:val="004154E7"/>
    <w:rsid w:val="00425E08"/>
    <w:rsid w:val="0046148A"/>
    <w:rsid w:val="00480B19"/>
    <w:rsid w:val="004852E5"/>
    <w:rsid w:val="00485803"/>
    <w:rsid w:val="00485B73"/>
    <w:rsid w:val="004C3F51"/>
    <w:rsid w:val="004D571A"/>
    <w:rsid w:val="0053700E"/>
    <w:rsid w:val="00553A5B"/>
    <w:rsid w:val="005949D8"/>
    <w:rsid w:val="005A4565"/>
    <w:rsid w:val="005D32E9"/>
    <w:rsid w:val="005D4583"/>
    <w:rsid w:val="005F26EB"/>
    <w:rsid w:val="006155D1"/>
    <w:rsid w:val="00622C76"/>
    <w:rsid w:val="00624C32"/>
    <w:rsid w:val="00625DE9"/>
    <w:rsid w:val="00652E44"/>
    <w:rsid w:val="00692F40"/>
    <w:rsid w:val="00693F03"/>
    <w:rsid w:val="006A6CD4"/>
    <w:rsid w:val="006E752E"/>
    <w:rsid w:val="00714336"/>
    <w:rsid w:val="007146EA"/>
    <w:rsid w:val="00717BB6"/>
    <w:rsid w:val="00720D29"/>
    <w:rsid w:val="007764CD"/>
    <w:rsid w:val="00781F1F"/>
    <w:rsid w:val="00785060"/>
    <w:rsid w:val="007F553E"/>
    <w:rsid w:val="008004DF"/>
    <w:rsid w:val="00805C4F"/>
    <w:rsid w:val="00812D28"/>
    <w:rsid w:val="00815814"/>
    <w:rsid w:val="008161D9"/>
    <w:rsid w:val="00817E97"/>
    <w:rsid w:val="00824F65"/>
    <w:rsid w:val="008764FF"/>
    <w:rsid w:val="008A2573"/>
    <w:rsid w:val="008A5833"/>
    <w:rsid w:val="008A60F9"/>
    <w:rsid w:val="008B6387"/>
    <w:rsid w:val="008E7E48"/>
    <w:rsid w:val="008F02BF"/>
    <w:rsid w:val="008F6A21"/>
    <w:rsid w:val="00910439"/>
    <w:rsid w:val="00921CCE"/>
    <w:rsid w:val="00923123"/>
    <w:rsid w:val="0093244B"/>
    <w:rsid w:val="009351F0"/>
    <w:rsid w:val="00956999"/>
    <w:rsid w:val="009916D9"/>
    <w:rsid w:val="009969C6"/>
    <w:rsid w:val="009B31EA"/>
    <w:rsid w:val="009C5E3D"/>
    <w:rsid w:val="009D4E58"/>
    <w:rsid w:val="009E074C"/>
    <w:rsid w:val="009F3919"/>
    <w:rsid w:val="009F5A24"/>
    <w:rsid w:val="00A24390"/>
    <w:rsid w:val="00A847F5"/>
    <w:rsid w:val="00AA138D"/>
    <w:rsid w:val="00AA4B1A"/>
    <w:rsid w:val="00AA772C"/>
    <w:rsid w:val="00AE2914"/>
    <w:rsid w:val="00B13D2E"/>
    <w:rsid w:val="00B14382"/>
    <w:rsid w:val="00B2513E"/>
    <w:rsid w:val="00B8007A"/>
    <w:rsid w:val="00B95380"/>
    <w:rsid w:val="00BA65E5"/>
    <w:rsid w:val="00BB664E"/>
    <w:rsid w:val="00BC123D"/>
    <w:rsid w:val="00BC5850"/>
    <w:rsid w:val="00BD76E8"/>
    <w:rsid w:val="00BF1EC9"/>
    <w:rsid w:val="00C12558"/>
    <w:rsid w:val="00C15878"/>
    <w:rsid w:val="00C320DD"/>
    <w:rsid w:val="00C36E6A"/>
    <w:rsid w:val="00C63B91"/>
    <w:rsid w:val="00CA3D44"/>
    <w:rsid w:val="00CA4174"/>
    <w:rsid w:val="00CB0F40"/>
    <w:rsid w:val="00CB297D"/>
    <w:rsid w:val="00CC705D"/>
    <w:rsid w:val="00CC71ED"/>
    <w:rsid w:val="00CD4C2E"/>
    <w:rsid w:val="00D07EB4"/>
    <w:rsid w:val="00D07F4E"/>
    <w:rsid w:val="00D3231B"/>
    <w:rsid w:val="00D50409"/>
    <w:rsid w:val="00D56B4E"/>
    <w:rsid w:val="00D820AD"/>
    <w:rsid w:val="00D95A64"/>
    <w:rsid w:val="00D97BF8"/>
    <w:rsid w:val="00DF0B3D"/>
    <w:rsid w:val="00DF5BCF"/>
    <w:rsid w:val="00E27A00"/>
    <w:rsid w:val="00E30951"/>
    <w:rsid w:val="00E66DA2"/>
    <w:rsid w:val="00E905C6"/>
    <w:rsid w:val="00E91869"/>
    <w:rsid w:val="00EA0440"/>
    <w:rsid w:val="00EF4FBE"/>
    <w:rsid w:val="00F008BE"/>
    <w:rsid w:val="00F279F4"/>
    <w:rsid w:val="00F40C2D"/>
    <w:rsid w:val="00F52BE1"/>
    <w:rsid w:val="00F55A17"/>
    <w:rsid w:val="00F6002C"/>
    <w:rsid w:val="00F83B74"/>
    <w:rsid w:val="00FA227D"/>
    <w:rsid w:val="00FB1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3471F46"/>
  <w15:chartTrackingRefBased/>
  <w15:docId w15:val="{D256039E-6D96-4675-930E-BAA0204E7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18"/>
      <w:szCs w:val="18"/>
    </w:rPr>
  </w:style>
  <w:style w:type="paragraph" w:styleId="a4">
    <w:name w:val="Balloon Text"/>
    <w:basedOn w:val="a"/>
    <w:link w:val="a5"/>
    <w:rsid w:val="000E1D62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D95A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D95A64"/>
    <w:rPr>
      <w:kern w:val="2"/>
      <w:sz w:val="21"/>
      <w:szCs w:val="24"/>
    </w:rPr>
  </w:style>
  <w:style w:type="paragraph" w:styleId="a8">
    <w:name w:val="footer"/>
    <w:basedOn w:val="a"/>
    <w:link w:val="a9"/>
    <w:rsid w:val="00D95A6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D95A64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rsid w:val="00BD76E8"/>
    <w:pPr>
      <w:jc w:val="center"/>
    </w:pPr>
    <w:rPr>
      <w:rFonts w:ascii="ＭＳ 明朝"/>
      <w:sz w:val="24"/>
      <w:szCs w:val="20"/>
    </w:rPr>
  </w:style>
  <w:style w:type="character" w:customStyle="1" w:styleId="ab">
    <w:name w:val="記 (文字)"/>
    <w:link w:val="aa"/>
    <w:rsid w:val="00BD76E8"/>
    <w:rPr>
      <w:rFonts w:ascii="ＭＳ 明朝"/>
      <w:kern w:val="2"/>
      <w:sz w:val="24"/>
    </w:rPr>
  </w:style>
  <w:style w:type="character" w:customStyle="1" w:styleId="a5">
    <w:name w:val="吹き出し (文字)"/>
    <w:link w:val="a4"/>
    <w:rsid w:val="00BB664E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9AEBB78A796B54FBC3965E235E7588B" ma:contentTypeVersion="6" ma:contentTypeDescription="新しいドキュメントを作成します。" ma:contentTypeScope="" ma:versionID="054d56b2b2e5cd3d6e8be62b1a171ab3">
  <xsd:schema xmlns:xsd="http://www.w3.org/2001/XMLSchema" xmlns:xs="http://www.w3.org/2001/XMLSchema" xmlns:p="http://schemas.microsoft.com/office/2006/metadata/properties" xmlns:ns2="0ee33f7e-10fd-467c-96c8-4c652ed71f68" xmlns:ns3="fccf94b8-cbf9-43ad-b806-a050f34b4bd4" targetNamespace="http://schemas.microsoft.com/office/2006/metadata/properties" ma:root="true" ma:fieldsID="626c2103650ac364d7965ce2a330cd16" ns2:_="" ns3:_="">
    <xsd:import namespace="0ee33f7e-10fd-467c-96c8-4c652ed71f68"/>
    <xsd:import namespace="fccf94b8-cbf9-43ad-b806-a050f34b4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e33f7e-10fd-467c-96c8-4c652ed71f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cf94b8-cbf9-43ad-b806-a050f34b4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9EFD79-0ED4-4DD1-89C8-4B69025E45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4547FC-5882-49EB-9BBB-938C2D0E4CCA}"/>
</file>

<file path=customXml/itemProps3.xml><?xml version="1.0" encoding="utf-8"?>
<ds:datastoreItem xmlns:ds="http://schemas.openxmlformats.org/officeDocument/2006/customXml" ds:itemID="{7AAC91AC-6A90-45F2-9892-68BF4D654B69}"/>
</file>

<file path=customXml/itemProps4.xml><?xml version="1.0" encoding="utf-8"?>
<ds:datastoreItem xmlns:ds="http://schemas.openxmlformats.org/officeDocument/2006/customXml" ds:itemID="{9226B769-94F5-4848-992B-B4563FAF38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第１表 施 設 表</vt:lpstr>
      <vt:lpstr>第１表 施 設 表</vt:lpstr>
    </vt:vector>
  </TitlesOfParts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第１表 施 設 表</dc:title>
  <dc:subject/>
  <cp:keywords/>
  <cp:revision>9</cp:revision>
  <cp:lastPrinted>2013-03-14T00:26:00Z</cp:lastPrinted>
  <dcterms:created xsi:type="dcterms:W3CDTF">2022-10-13T04:29:00Z</dcterms:created>
  <dcterms:modified xsi:type="dcterms:W3CDTF">2023-03-22T00:26:00Z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0x010100D9AEBB78A796B54FBC3965E235E7588B</vt:lpwstr>
  </property>
</Properties>
</file>