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CA67" w14:textId="77777777" w:rsidR="00B57570" w:rsidRPr="00FE5B31" w:rsidRDefault="00675C08" w:rsidP="00741CD3">
      <w:pPr>
        <w:pStyle w:val="a3"/>
        <w:ind w:firstLineChars="100" w:firstLine="242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第１表参考</w:t>
      </w:r>
      <w:r w:rsidR="005C5BA2" w:rsidRPr="00FE5B31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「</w:t>
      </w:r>
      <w:r w:rsidR="00C860BC" w:rsidRPr="00FE5B31">
        <w:rPr>
          <w:rFonts w:ascii="ＭＳ 明朝" w:hAnsi="ＭＳ 明朝" w:hint="eastAsia"/>
          <w:sz w:val="24"/>
          <w:szCs w:val="24"/>
        </w:rPr>
        <w:t>施設表</w:t>
      </w:r>
      <w:r w:rsidR="00031EDC">
        <w:rPr>
          <w:rFonts w:ascii="ＭＳ 明朝" w:hAnsi="ＭＳ 明朝" w:hint="eastAsia"/>
          <w:sz w:val="24"/>
          <w:szCs w:val="24"/>
        </w:rPr>
        <w:t>（有床診療所）</w:t>
      </w:r>
      <w:r w:rsidR="00B57570" w:rsidRPr="00FE5B31">
        <w:rPr>
          <w:rFonts w:ascii="ＭＳ 明朝" w:hAnsi="ＭＳ 明朝" w:hint="eastAsia"/>
          <w:sz w:val="24"/>
          <w:szCs w:val="24"/>
        </w:rPr>
        <w:t>作成要領</w:t>
      </w:r>
      <w:r>
        <w:rPr>
          <w:rFonts w:ascii="ＭＳ 明朝" w:hAnsi="ＭＳ 明朝" w:hint="eastAsia"/>
          <w:sz w:val="24"/>
          <w:szCs w:val="24"/>
        </w:rPr>
        <w:t>」</w:t>
      </w:r>
    </w:p>
    <w:p w14:paraId="3F64C615" w14:textId="77777777" w:rsidR="00B57570" w:rsidRDefault="00B57570">
      <w:pPr>
        <w:pStyle w:val="a3"/>
        <w:rPr>
          <w:spacing w:val="0"/>
        </w:rPr>
      </w:pPr>
    </w:p>
    <w:p w14:paraId="180FE65A" w14:textId="77777777" w:rsidR="00B57570" w:rsidRDefault="00B53CA2">
      <w:pPr>
        <w:pStyle w:val="a3"/>
        <w:rPr>
          <w:spacing w:val="0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pict w14:anchorId="07C5C1CE">
          <v:line id="_x0000_s1037" style="position:absolute;left:0;text-align:left;z-index:251654656" from="126pt,11.15pt" to="126pt,709.6pt"/>
        </w:pict>
      </w:r>
    </w:p>
    <w:p w14:paraId="3504D28D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D417B8">
        <w:rPr>
          <w:rFonts w:ascii="ＭＳ 明朝" w:hAnsi="ＭＳ 明朝" w:hint="eastAsia"/>
          <w:spacing w:val="300"/>
          <w:sz w:val="24"/>
          <w:szCs w:val="24"/>
          <w:fitText w:val="1920" w:id="-638812158"/>
        </w:rPr>
        <w:t>施設</w:t>
      </w:r>
      <w:r w:rsidRPr="00D417B8">
        <w:rPr>
          <w:rFonts w:ascii="ＭＳ 明朝" w:hAnsi="ＭＳ 明朝" w:hint="eastAsia"/>
          <w:spacing w:val="0"/>
          <w:sz w:val="24"/>
          <w:szCs w:val="24"/>
          <w:fitText w:val="1920" w:id="-638812158"/>
        </w:rPr>
        <w:t>名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 w:rsidR="002C41C9">
        <w:rPr>
          <w:rFonts w:ascii="ＭＳ 明朝" w:hAnsi="ＭＳ 明朝" w:hint="eastAsia"/>
          <w:spacing w:val="-5"/>
          <w:sz w:val="24"/>
          <w:szCs w:val="24"/>
        </w:rPr>
        <w:t>○医療法に基づく届出に記載された</w:t>
      </w:r>
      <w:r>
        <w:rPr>
          <w:rFonts w:ascii="ＭＳ 明朝" w:hAnsi="ＭＳ 明朝" w:hint="eastAsia"/>
          <w:spacing w:val="-5"/>
          <w:sz w:val="24"/>
          <w:szCs w:val="24"/>
        </w:rPr>
        <w:t>名称を記入する。</w:t>
      </w:r>
    </w:p>
    <w:p w14:paraId="150E4C7C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6098DBAE" w14:textId="77777777" w:rsidR="00B57570" w:rsidRDefault="005419D5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(2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3B0D73">
        <w:rPr>
          <w:rFonts w:ascii="ＭＳ 明朝" w:hAnsi="ＭＳ 明朝" w:hint="eastAsia"/>
          <w:spacing w:val="300"/>
          <w:sz w:val="24"/>
          <w:szCs w:val="24"/>
          <w:fitText w:val="1920" w:id="-638812155"/>
        </w:rPr>
        <w:t>所在</w:t>
      </w:r>
      <w:r w:rsidR="00B57570" w:rsidRPr="003B0D73">
        <w:rPr>
          <w:rFonts w:ascii="ＭＳ 明朝" w:hAnsi="ＭＳ 明朝" w:hint="eastAsia"/>
          <w:spacing w:val="0"/>
          <w:sz w:val="24"/>
          <w:szCs w:val="24"/>
          <w:fitText w:val="1920" w:id="-638812155"/>
        </w:rPr>
        <w:t>地</w:t>
      </w:r>
      <w:r w:rsidR="00B57570">
        <w:rPr>
          <w:rFonts w:cs="Century"/>
          <w:spacing w:val="2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CC4B3B">
        <w:rPr>
          <w:rFonts w:ascii="ＭＳ 明朝" w:hAnsi="ＭＳ 明朝" w:hint="eastAsia"/>
          <w:spacing w:val="-5"/>
          <w:sz w:val="24"/>
          <w:szCs w:val="24"/>
        </w:rPr>
        <w:t>○郵便番号及び住所（番地まで）を、</w:t>
      </w:r>
      <w:r w:rsidR="00B57570">
        <w:rPr>
          <w:rFonts w:ascii="ＭＳ 明朝" w:hAnsi="ＭＳ 明朝" w:hint="eastAsia"/>
          <w:spacing w:val="-5"/>
          <w:sz w:val="24"/>
          <w:szCs w:val="24"/>
        </w:rPr>
        <w:t>正確に記入する。</w:t>
      </w:r>
    </w:p>
    <w:p w14:paraId="6330899C" w14:textId="77777777" w:rsidR="00B53CA2" w:rsidRDefault="00B53CA2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581C18FC" w14:textId="77777777" w:rsidR="003F6D2F" w:rsidRPr="002C41C9" w:rsidRDefault="005419D5" w:rsidP="002C41C9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(3)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955DA4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開</w:t>
      </w:r>
      <w:r w:rsidR="003B0D73" w:rsidRPr="00955DA4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955DA4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設</w:t>
      </w:r>
      <w:r w:rsidR="003B0D73" w:rsidRPr="00955DA4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955DA4">
        <w:rPr>
          <w:rFonts w:ascii="ＭＳ 明朝" w:hAnsi="ＭＳ 明朝" w:hint="eastAsia"/>
          <w:spacing w:val="0"/>
          <w:sz w:val="24"/>
          <w:szCs w:val="24"/>
          <w:fitText w:val="1920" w:id="-327890944"/>
        </w:rPr>
        <w:t>者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</w:t>
      </w:r>
      <w:r w:rsidR="002C41C9">
        <w:rPr>
          <w:rFonts w:ascii="ＭＳ 明朝" w:hAnsi="ＭＳ 明朝" w:hint="eastAsia"/>
          <w:spacing w:val="-5"/>
          <w:sz w:val="24"/>
          <w:szCs w:val="24"/>
        </w:rPr>
        <w:t>医療法に</w:t>
      </w:r>
      <w:r w:rsidR="003F6D2F">
        <w:rPr>
          <w:rFonts w:ascii="ＭＳ 明朝" w:hAnsi="ＭＳ 明朝" w:hint="eastAsia"/>
          <w:spacing w:val="-5"/>
          <w:sz w:val="24"/>
          <w:szCs w:val="24"/>
        </w:rPr>
        <w:t>基</w:t>
      </w:r>
      <w:r>
        <w:rPr>
          <w:rFonts w:ascii="ＭＳ 明朝" w:hAnsi="ＭＳ 明朝" w:hint="eastAsia"/>
          <w:spacing w:val="-5"/>
          <w:sz w:val="24"/>
          <w:szCs w:val="24"/>
        </w:rPr>
        <w:t>づく届出に記載された開設者氏名を記</w:t>
      </w:r>
      <w:r>
        <w:rPr>
          <w:rFonts w:ascii="ＭＳ 明朝" w:hAnsi="ＭＳ 明朝" w:hint="eastAsia"/>
          <w:spacing w:val="-1"/>
          <w:sz w:val="24"/>
          <w:szCs w:val="24"/>
        </w:rPr>
        <w:t>入する</w:t>
      </w:r>
      <w:r w:rsidR="003F6D2F">
        <w:rPr>
          <w:rFonts w:ascii="ＭＳ 明朝" w:hAnsi="ＭＳ 明朝" w:hint="eastAsia"/>
          <w:spacing w:val="-1"/>
          <w:sz w:val="24"/>
          <w:szCs w:val="24"/>
        </w:rPr>
        <w:t>。</w:t>
      </w:r>
    </w:p>
    <w:p w14:paraId="48F76A4A" w14:textId="77777777" w:rsidR="002C41C9" w:rsidRDefault="00BE7050" w:rsidP="002C41C9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（</w:t>
      </w:r>
      <w:r w:rsidR="00CC4CB1">
        <w:rPr>
          <w:rFonts w:ascii="ＭＳ 明朝" w:hAnsi="ＭＳ 明朝" w:hint="eastAsia"/>
          <w:spacing w:val="-1"/>
          <w:sz w:val="24"/>
          <w:szCs w:val="24"/>
        </w:rPr>
        <w:t>医療法人</w:t>
      </w:r>
      <w:r w:rsidR="00D35F87">
        <w:rPr>
          <w:rFonts w:ascii="ＭＳ 明朝" w:hAnsi="ＭＳ 明朝" w:hint="eastAsia"/>
          <w:spacing w:val="-1"/>
          <w:sz w:val="24"/>
          <w:szCs w:val="24"/>
        </w:rPr>
        <w:t>開設</w:t>
      </w:r>
      <w:r w:rsidR="009E15B0">
        <w:rPr>
          <w:rFonts w:ascii="ＭＳ 明朝" w:hAnsi="ＭＳ 明朝" w:hint="eastAsia"/>
          <w:spacing w:val="-1"/>
          <w:sz w:val="24"/>
          <w:szCs w:val="24"/>
        </w:rPr>
        <w:t>の場合は</w:t>
      </w:r>
      <w:r w:rsidR="00CC4B3B">
        <w:rPr>
          <w:rFonts w:ascii="ＭＳ 明朝" w:hAnsi="ＭＳ 明朝" w:hint="eastAsia"/>
          <w:spacing w:val="-1"/>
          <w:sz w:val="24"/>
          <w:szCs w:val="24"/>
        </w:rPr>
        <w:t>、</w:t>
      </w:r>
      <w:r w:rsidR="009E15B0">
        <w:rPr>
          <w:rFonts w:ascii="ＭＳ 明朝" w:hAnsi="ＭＳ 明朝" w:hint="eastAsia"/>
          <w:spacing w:val="-1"/>
          <w:sz w:val="24"/>
          <w:szCs w:val="24"/>
        </w:rPr>
        <w:t>医療法人○○○会　理事長□□□□まで</w:t>
      </w:r>
    </w:p>
    <w:p w14:paraId="56B5848E" w14:textId="77777777" w:rsidR="005419D5" w:rsidRPr="009E15B0" w:rsidRDefault="009E15B0" w:rsidP="002C41C9">
      <w:pPr>
        <w:pStyle w:val="a3"/>
        <w:ind w:firstLineChars="1250" w:firstLine="2975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記入する</w:t>
      </w:r>
      <w:r w:rsidR="00D35F87">
        <w:rPr>
          <w:rFonts w:ascii="ＭＳ 明朝" w:hAnsi="ＭＳ 明朝" w:hint="eastAsia"/>
          <w:spacing w:val="-1"/>
          <w:sz w:val="24"/>
          <w:szCs w:val="24"/>
        </w:rPr>
        <w:t>こと</w:t>
      </w:r>
      <w:r w:rsidR="00CC4CB1">
        <w:rPr>
          <w:rFonts w:ascii="ＭＳ 明朝" w:hAnsi="ＭＳ 明朝" w:hint="eastAsia"/>
          <w:spacing w:val="-1"/>
          <w:sz w:val="24"/>
          <w:szCs w:val="24"/>
        </w:rPr>
        <w:t>。）</w:t>
      </w:r>
    </w:p>
    <w:p w14:paraId="0CAB161A" w14:textId="77777777" w:rsidR="00B53CA2" w:rsidRDefault="00B53CA2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1A7BA71C" w14:textId="77777777" w:rsidR="003B0D73" w:rsidRPr="002C41C9" w:rsidRDefault="003B0D73" w:rsidP="005419D5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(4)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3F6D2F">
        <w:rPr>
          <w:rFonts w:ascii="ＭＳ 明朝" w:hAnsi="ＭＳ 明朝" w:hint="eastAsia"/>
          <w:spacing w:val="90"/>
          <w:sz w:val="24"/>
          <w:szCs w:val="24"/>
          <w:fitText w:val="1920" w:id="-327890943"/>
        </w:rPr>
        <w:t>開設年月</w:t>
      </w:r>
      <w:r w:rsidRPr="003F6D2F">
        <w:rPr>
          <w:rFonts w:ascii="ＭＳ 明朝" w:hAnsi="ＭＳ 明朝" w:hint="eastAsia"/>
          <w:spacing w:val="0"/>
          <w:sz w:val="24"/>
          <w:szCs w:val="24"/>
          <w:fitText w:val="1920" w:id="-327890943"/>
        </w:rPr>
        <w:t>日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 w:rsidR="00BC30E1">
        <w:rPr>
          <w:rFonts w:ascii="ＭＳ 明朝" w:hAnsi="ＭＳ 明朝" w:hint="eastAsia"/>
          <w:spacing w:val="-5"/>
          <w:sz w:val="24"/>
          <w:szCs w:val="24"/>
        </w:rPr>
        <w:t>○医療法</w:t>
      </w:r>
      <w:r>
        <w:rPr>
          <w:rFonts w:ascii="ＭＳ 明朝" w:hAnsi="ＭＳ 明朝" w:hint="eastAsia"/>
          <w:spacing w:val="-5"/>
          <w:sz w:val="24"/>
          <w:szCs w:val="24"/>
        </w:rPr>
        <w:t>に基</w:t>
      </w:r>
      <w:r w:rsidR="00BC30E1">
        <w:rPr>
          <w:rFonts w:ascii="ＭＳ 明朝" w:hAnsi="ＭＳ 明朝" w:hint="eastAsia"/>
          <w:spacing w:val="-5"/>
          <w:sz w:val="24"/>
          <w:szCs w:val="24"/>
        </w:rPr>
        <w:t>づく届出に記載された開設年月日</w:t>
      </w:r>
      <w:r>
        <w:rPr>
          <w:rFonts w:ascii="ＭＳ 明朝" w:hAnsi="ＭＳ 明朝" w:hint="eastAsia"/>
          <w:spacing w:val="-5"/>
          <w:sz w:val="24"/>
          <w:szCs w:val="24"/>
        </w:rPr>
        <w:t>を記入する。</w:t>
      </w:r>
    </w:p>
    <w:p w14:paraId="14C6917A" w14:textId="77777777" w:rsidR="003B0D73" w:rsidRDefault="003B0D73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20C7A08E" w14:textId="77777777" w:rsidR="005419D5" w:rsidRDefault="003B0D73" w:rsidP="005419D5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(5</w:t>
      </w:r>
      <w:r w:rsidR="005419D5">
        <w:rPr>
          <w:rFonts w:ascii="ＭＳ 明朝" w:hAnsi="ＭＳ 明朝" w:hint="eastAsia"/>
          <w:spacing w:val="-1"/>
          <w:sz w:val="24"/>
          <w:szCs w:val="24"/>
        </w:rPr>
        <w:t>)</w:t>
      </w:r>
      <w:r w:rsidR="005419D5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419D5" w:rsidRPr="003B0D73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管理</w:t>
      </w:r>
      <w:r w:rsidRPr="003B0D73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者氏</w:t>
      </w:r>
      <w:r w:rsidRPr="003B0D73">
        <w:rPr>
          <w:rFonts w:ascii="ＭＳ 明朝" w:hAnsi="ＭＳ 明朝" w:hint="eastAsia"/>
          <w:spacing w:val="0"/>
          <w:sz w:val="24"/>
          <w:szCs w:val="24"/>
          <w:fitText w:val="1920" w:id="-347829757"/>
        </w:rPr>
        <w:t>名</w:t>
      </w:r>
      <w:r w:rsidR="005419D5">
        <w:rPr>
          <w:rFonts w:cs="Century"/>
          <w:spacing w:val="27"/>
          <w:sz w:val="24"/>
          <w:szCs w:val="24"/>
        </w:rPr>
        <w:t xml:space="preserve"> </w:t>
      </w:r>
      <w:r w:rsidR="005419D5">
        <w:rPr>
          <w:rFonts w:cs="Century"/>
          <w:spacing w:val="0"/>
          <w:sz w:val="24"/>
          <w:szCs w:val="24"/>
        </w:rPr>
        <w:t xml:space="preserve"> </w:t>
      </w:r>
      <w:r w:rsidR="002C41C9">
        <w:rPr>
          <w:rFonts w:ascii="ＭＳ 明朝" w:hAnsi="ＭＳ 明朝" w:hint="eastAsia"/>
          <w:spacing w:val="-5"/>
          <w:sz w:val="24"/>
          <w:szCs w:val="24"/>
        </w:rPr>
        <w:t>○医療法に</w:t>
      </w:r>
      <w:r w:rsidR="00BC30E1">
        <w:rPr>
          <w:rFonts w:ascii="ＭＳ 明朝" w:hAnsi="ＭＳ 明朝" w:hint="eastAsia"/>
          <w:spacing w:val="-5"/>
          <w:sz w:val="24"/>
          <w:szCs w:val="24"/>
        </w:rPr>
        <w:t>基づく届出に記載された管理者氏名</w:t>
      </w:r>
      <w:r w:rsidR="005419D5">
        <w:rPr>
          <w:rFonts w:ascii="ＭＳ 明朝" w:hAnsi="ＭＳ 明朝" w:hint="eastAsia"/>
          <w:spacing w:val="-1"/>
          <w:sz w:val="24"/>
          <w:szCs w:val="24"/>
        </w:rPr>
        <w:t>を記入する。</w:t>
      </w:r>
    </w:p>
    <w:p w14:paraId="25673A02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04293114" w14:textId="77777777" w:rsidR="00B57570" w:rsidRDefault="0053047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3B0D73">
        <w:rPr>
          <w:rFonts w:ascii="ＭＳ 明朝" w:hAnsi="ＭＳ 明朝" w:hint="eastAsia"/>
          <w:spacing w:val="-1"/>
          <w:sz w:val="24"/>
          <w:szCs w:val="24"/>
        </w:rPr>
        <w:t>6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5419D5">
        <w:rPr>
          <w:rFonts w:ascii="ＭＳ 明朝" w:hAnsi="ＭＳ 明朝" w:hint="eastAsia"/>
          <w:spacing w:val="160"/>
          <w:sz w:val="24"/>
          <w:szCs w:val="24"/>
          <w:fitText w:val="1920" w:id="-638812154"/>
        </w:rPr>
        <w:t>電話番</w:t>
      </w:r>
      <w:r w:rsidR="00B57570" w:rsidRPr="005419D5">
        <w:rPr>
          <w:rFonts w:ascii="ＭＳ 明朝" w:hAnsi="ＭＳ 明朝" w:hint="eastAsia"/>
          <w:spacing w:val="0"/>
          <w:sz w:val="24"/>
          <w:szCs w:val="24"/>
          <w:fitText w:val="1920" w:id="-638812154"/>
        </w:rPr>
        <w:t>号</w:t>
      </w:r>
      <w:r w:rsidR="00B57570">
        <w:rPr>
          <w:rFonts w:cs="Century"/>
          <w:spacing w:val="1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○代表番号を市外局番から記入する。</w:t>
      </w:r>
    </w:p>
    <w:p w14:paraId="3B4C7148" w14:textId="77777777" w:rsidR="00B53CA2" w:rsidRDefault="00B53CA2" w:rsidP="005419D5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7EA2A6A7" w14:textId="77777777" w:rsidR="00B57570" w:rsidRDefault="005419D5" w:rsidP="005419D5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3B0D73">
        <w:rPr>
          <w:rFonts w:ascii="ＭＳ 明朝" w:hAnsi="ＭＳ 明朝" w:hint="eastAsia"/>
          <w:spacing w:val="-1"/>
          <w:sz w:val="24"/>
          <w:szCs w:val="24"/>
        </w:rPr>
        <w:t>7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3B0D73" w:rsidRPr="003B0D73">
        <w:rPr>
          <w:rFonts w:ascii="ＭＳ 明朝" w:hAnsi="ＭＳ 明朝" w:hint="eastAsia"/>
          <w:spacing w:val="300"/>
          <w:sz w:val="24"/>
          <w:szCs w:val="24"/>
          <w:fitText w:val="1920" w:id="-327890431"/>
        </w:rPr>
        <w:t>病床</w:t>
      </w:r>
      <w:r w:rsidR="003B0D73" w:rsidRPr="003B0D73">
        <w:rPr>
          <w:rFonts w:ascii="ＭＳ 明朝" w:hAnsi="ＭＳ 明朝" w:hint="eastAsia"/>
          <w:spacing w:val="0"/>
          <w:sz w:val="24"/>
          <w:szCs w:val="24"/>
          <w:fitText w:val="1920" w:id="-327890431"/>
        </w:rPr>
        <w:t>数</w:t>
      </w:r>
      <w:r w:rsidR="000361E2">
        <w:rPr>
          <w:rFonts w:cs="Century"/>
          <w:spacing w:val="17"/>
          <w:sz w:val="24"/>
          <w:szCs w:val="24"/>
        </w:rPr>
        <w:t xml:space="preserve"> </w:t>
      </w:r>
      <w:r w:rsidR="000361E2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</w:t>
      </w:r>
      <w:r w:rsidR="002C41C9">
        <w:rPr>
          <w:rFonts w:ascii="ＭＳ 明朝" w:hAnsi="ＭＳ 明朝" w:hint="eastAsia"/>
          <w:spacing w:val="-5"/>
          <w:sz w:val="24"/>
          <w:szCs w:val="24"/>
        </w:rPr>
        <w:t>医療法に</w:t>
      </w:r>
      <w:r>
        <w:rPr>
          <w:rFonts w:ascii="ＭＳ 明朝" w:hAnsi="ＭＳ 明朝" w:hint="eastAsia"/>
          <w:spacing w:val="-5"/>
          <w:sz w:val="24"/>
          <w:szCs w:val="24"/>
        </w:rPr>
        <w:t>基づいて許可を受けた</w:t>
      </w:r>
      <w:r>
        <w:rPr>
          <w:rFonts w:ascii="ＭＳ 明朝" w:hAnsi="ＭＳ 明朝" w:hint="eastAsia"/>
          <w:spacing w:val="-1"/>
          <w:sz w:val="24"/>
          <w:szCs w:val="24"/>
        </w:rPr>
        <w:t>病床数を記入する。</w:t>
      </w:r>
    </w:p>
    <w:p w14:paraId="40E04A28" w14:textId="77777777" w:rsidR="00B53CA2" w:rsidRDefault="00B53CA2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7789B32D" w14:textId="77777777" w:rsidR="002C41C9" w:rsidRDefault="003B0D73" w:rsidP="003B0D73">
      <w:pPr>
        <w:pStyle w:val="a3"/>
        <w:rPr>
          <w:rFonts w:ascii="ＭＳ 明朝" w:hAnsi="ＭＳ 明朝" w:hint="eastAsia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(8)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DD193F">
        <w:rPr>
          <w:rFonts w:ascii="ＭＳ 明朝" w:hAnsi="ＭＳ 明朝" w:hint="eastAsia"/>
          <w:spacing w:val="120"/>
          <w:sz w:val="24"/>
          <w:szCs w:val="24"/>
          <w:fitText w:val="1680" w:id="95128832"/>
        </w:rPr>
        <w:t>１日平</w:t>
      </w:r>
      <w:r w:rsidRPr="00DD193F">
        <w:rPr>
          <w:rFonts w:ascii="ＭＳ 明朝" w:hAnsi="ＭＳ 明朝" w:hint="eastAsia"/>
          <w:spacing w:val="0"/>
          <w:sz w:val="24"/>
          <w:szCs w:val="24"/>
          <w:fitText w:val="1680" w:id="95128832"/>
        </w:rPr>
        <w:t>均</w:t>
      </w:r>
      <w:r w:rsidR="00DD193F">
        <w:rPr>
          <w:rFonts w:ascii="ＭＳ 明朝" w:hAnsi="ＭＳ 明朝" w:hint="eastAsia"/>
          <w:spacing w:val="0"/>
          <w:sz w:val="24"/>
          <w:szCs w:val="24"/>
        </w:rPr>
        <w:t xml:space="preserve">　  </w:t>
      </w:r>
      <w:r>
        <w:rPr>
          <w:rFonts w:ascii="ＭＳ 明朝" w:hAnsi="ＭＳ 明朝" w:hint="eastAsia"/>
          <w:spacing w:val="-5"/>
          <w:sz w:val="24"/>
          <w:szCs w:val="24"/>
        </w:rPr>
        <w:t>○「１日平均入院患者数」の欄には、</w:t>
      </w:r>
      <w:r w:rsidR="002C41C9">
        <w:rPr>
          <w:rFonts w:ascii="ＭＳ 明朝" w:hAnsi="ＭＳ 明朝" w:hint="eastAsia"/>
          <w:spacing w:val="-5"/>
          <w:sz w:val="24"/>
          <w:szCs w:val="24"/>
        </w:rPr>
        <w:t>前年度一</w:t>
      </w:r>
      <w:r>
        <w:rPr>
          <w:rFonts w:ascii="ＭＳ 明朝" w:hAnsi="ＭＳ 明朝" w:hint="eastAsia"/>
          <w:spacing w:val="-5"/>
          <w:sz w:val="24"/>
          <w:szCs w:val="24"/>
        </w:rPr>
        <w:t>年間の入院患者延数を</w:t>
      </w:r>
    </w:p>
    <w:p w14:paraId="78ABAC99" w14:textId="77777777" w:rsidR="002C41C9" w:rsidRDefault="003B0D73" w:rsidP="003B0D73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</w:t>
      </w:r>
      <w:r w:rsidRPr="002C41C9">
        <w:rPr>
          <w:rFonts w:ascii="ＭＳ 明朝" w:hAnsi="ＭＳ 明朝" w:hint="eastAsia"/>
          <w:spacing w:val="60"/>
          <w:sz w:val="24"/>
          <w:szCs w:val="24"/>
          <w:fitText w:val="1680" w:id="95129088"/>
        </w:rPr>
        <w:t>入院患者</w:t>
      </w:r>
      <w:r w:rsidRPr="002C41C9">
        <w:rPr>
          <w:rFonts w:ascii="ＭＳ 明朝" w:hAnsi="ＭＳ 明朝" w:hint="eastAsia"/>
          <w:spacing w:val="0"/>
          <w:sz w:val="24"/>
          <w:szCs w:val="24"/>
          <w:fitText w:val="1680" w:id="95129088"/>
        </w:rPr>
        <w:t>数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cs="Century" w:hint="eastAsia"/>
          <w:spacing w:val="0"/>
          <w:sz w:val="24"/>
          <w:szCs w:val="24"/>
        </w:rPr>
        <w:t xml:space="preserve">　</w:t>
      </w:r>
      <w:r w:rsidR="00DD193F">
        <w:rPr>
          <w:rFonts w:cs="Century" w:hint="eastAsia"/>
          <w:spacing w:val="0"/>
          <w:sz w:val="24"/>
          <w:szCs w:val="24"/>
        </w:rPr>
        <w:t xml:space="preserve">   </w:t>
      </w:r>
      <w:r w:rsidR="002C41C9">
        <w:rPr>
          <w:rFonts w:cs="Century" w:hint="eastAsia"/>
          <w:spacing w:val="0"/>
          <w:sz w:val="24"/>
          <w:szCs w:val="24"/>
        </w:rPr>
        <w:t>それぞれ</w:t>
      </w:r>
      <w:r>
        <w:rPr>
          <w:rFonts w:ascii="ＭＳ 明朝" w:hAnsi="ＭＳ 明朝" w:hint="eastAsia"/>
          <w:spacing w:val="-1"/>
          <w:sz w:val="24"/>
          <w:szCs w:val="24"/>
        </w:rPr>
        <w:t>暦日で除した数を記入する。（小数点第２位以下を切り</w:t>
      </w:r>
    </w:p>
    <w:p w14:paraId="6D094F1C" w14:textId="77777777" w:rsidR="003B0D73" w:rsidRDefault="003B0D73" w:rsidP="002C41C9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捨て小数</w:t>
      </w:r>
      <w:r w:rsidR="00DA44F8">
        <w:rPr>
          <w:rFonts w:ascii="ＭＳ 明朝" w:hAnsi="ＭＳ 明朝" w:hint="eastAsia"/>
          <w:spacing w:val="-1"/>
          <w:sz w:val="24"/>
          <w:szCs w:val="24"/>
        </w:rPr>
        <w:t>点</w:t>
      </w:r>
      <w:r>
        <w:rPr>
          <w:rFonts w:ascii="ＭＳ 明朝" w:hAnsi="ＭＳ 明朝" w:hint="eastAsia"/>
          <w:spacing w:val="-1"/>
          <w:sz w:val="24"/>
          <w:szCs w:val="24"/>
        </w:rPr>
        <w:t>第１位まで）</w:t>
      </w:r>
    </w:p>
    <w:p w14:paraId="192CC3CF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・入院患者延数とは、</w:t>
      </w:r>
      <w:r w:rsidR="00342D28">
        <w:rPr>
          <w:rFonts w:ascii="ＭＳ 明朝" w:hAnsi="ＭＳ 明朝" w:hint="eastAsia"/>
          <w:spacing w:val="-1"/>
          <w:sz w:val="24"/>
          <w:szCs w:val="24"/>
        </w:rPr>
        <w:t>前</w:t>
      </w:r>
      <w:r>
        <w:rPr>
          <w:rFonts w:ascii="ＭＳ 明朝" w:hAnsi="ＭＳ 明朝" w:hint="eastAsia"/>
          <w:spacing w:val="-1"/>
          <w:sz w:val="24"/>
          <w:szCs w:val="24"/>
        </w:rPr>
        <w:t>年度における毎日２４時現在に在院してい</w:t>
      </w:r>
    </w:p>
    <w:p w14:paraId="65609F8F" w14:textId="77777777" w:rsidR="003B0D73" w:rsidRDefault="003B0D73" w:rsidP="003B0D73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る患者数を合計した数である。</w:t>
      </w:r>
    </w:p>
    <w:p w14:paraId="46D6161A" w14:textId="77777777" w:rsidR="002C41C9" w:rsidRDefault="002C41C9" w:rsidP="003B0D73">
      <w:pPr>
        <w:pStyle w:val="a3"/>
        <w:rPr>
          <w:spacing w:val="0"/>
          <w:sz w:val="24"/>
          <w:szCs w:val="24"/>
        </w:rPr>
      </w:pPr>
    </w:p>
    <w:p w14:paraId="1E1AC587" w14:textId="77777777" w:rsidR="00342D28" w:rsidRDefault="002C41C9" w:rsidP="002C41C9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(9)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外来診療実日数　  ○「外来診療実日数」の欄には、</w:t>
      </w:r>
      <w:r w:rsidR="00342D28">
        <w:rPr>
          <w:rFonts w:ascii="ＭＳ 明朝" w:hAnsi="ＭＳ 明朝" w:hint="eastAsia"/>
          <w:spacing w:val="0"/>
          <w:sz w:val="24"/>
          <w:szCs w:val="24"/>
        </w:rPr>
        <w:t>前</w:t>
      </w:r>
      <w:r>
        <w:rPr>
          <w:rFonts w:ascii="ＭＳ 明朝" w:hAnsi="ＭＳ 明朝" w:hint="eastAsia"/>
          <w:spacing w:val="0"/>
          <w:sz w:val="24"/>
          <w:szCs w:val="24"/>
        </w:rPr>
        <w:t>年度</w:t>
      </w:r>
      <w:r w:rsidR="00342D28">
        <w:rPr>
          <w:rFonts w:ascii="ＭＳ 明朝" w:hAnsi="ＭＳ 明朝" w:hint="eastAsia"/>
          <w:spacing w:val="0"/>
          <w:sz w:val="24"/>
          <w:szCs w:val="24"/>
        </w:rPr>
        <w:t>一年間</w:t>
      </w:r>
      <w:r>
        <w:rPr>
          <w:rFonts w:ascii="ＭＳ 明朝" w:hAnsi="ＭＳ 明朝" w:hint="eastAsia"/>
          <w:spacing w:val="0"/>
          <w:sz w:val="24"/>
          <w:szCs w:val="24"/>
        </w:rPr>
        <w:t>の</w:t>
      </w:r>
      <w:r w:rsidR="00342D28">
        <w:rPr>
          <w:rFonts w:ascii="ＭＳ 明朝" w:hAnsi="ＭＳ 明朝" w:hint="eastAsia"/>
          <w:spacing w:val="0"/>
          <w:sz w:val="24"/>
          <w:szCs w:val="24"/>
        </w:rPr>
        <w:t>外来診療</w:t>
      </w:r>
      <w:r>
        <w:rPr>
          <w:rFonts w:ascii="ＭＳ 明朝" w:hAnsi="ＭＳ 明朝" w:hint="eastAsia"/>
          <w:spacing w:val="0"/>
          <w:sz w:val="24"/>
          <w:szCs w:val="24"/>
        </w:rPr>
        <w:t>日数を記入</w:t>
      </w:r>
    </w:p>
    <w:p w14:paraId="04189CF8" w14:textId="77777777" w:rsidR="002C41C9" w:rsidRPr="00342D28" w:rsidRDefault="00342D28" w:rsidP="00342D28">
      <w:pPr>
        <w:pStyle w:val="a3"/>
        <w:ind w:firstLineChars="1200" w:firstLine="2880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す</w:t>
      </w:r>
      <w:r w:rsidR="002C41C9">
        <w:rPr>
          <w:rFonts w:ascii="ＭＳ 明朝" w:hAnsi="ＭＳ 明朝" w:hint="eastAsia"/>
          <w:spacing w:val="0"/>
          <w:sz w:val="24"/>
          <w:szCs w:val="24"/>
        </w:rPr>
        <w:t>る。（土曜日等半日診療の場合であっても１日と数える。）</w:t>
      </w:r>
    </w:p>
    <w:p w14:paraId="3F4A902A" w14:textId="77777777" w:rsidR="002C41C9" w:rsidRDefault="002C41C9" w:rsidP="002C41C9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2A896C55" w14:textId="77777777" w:rsidR="003B0D73" w:rsidRDefault="002C41C9" w:rsidP="003B0D73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(10</w:t>
      </w:r>
      <w:r w:rsidR="003B0D73">
        <w:rPr>
          <w:rFonts w:ascii="ＭＳ 明朝" w:hAnsi="ＭＳ 明朝" w:hint="eastAsia"/>
          <w:spacing w:val="-1"/>
          <w:sz w:val="24"/>
          <w:szCs w:val="24"/>
        </w:rPr>
        <w:t>)</w:t>
      </w:r>
      <w:r w:rsidR="003B0D7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3B0D73" w:rsidRPr="00DD193F">
        <w:rPr>
          <w:rFonts w:ascii="ＭＳ 明朝" w:hAnsi="ＭＳ 明朝" w:hint="eastAsia"/>
          <w:spacing w:val="120"/>
          <w:sz w:val="24"/>
          <w:szCs w:val="24"/>
          <w:fitText w:val="1680" w:id="95129344"/>
        </w:rPr>
        <w:t>１日平</w:t>
      </w:r>
      <w:r w:rsidR="003B0D73" w:rsidRPr="00DD193F">
        <w:rPr>
          <w:rFonts w:ascii="ＭＳ 明朝" w:hAnsi="ＭＳ 明朝" w:hint="eastAsia"/>
          <w:spacing w:val="0"/>
          <w:sz w:val="24"/>
          <w:szCs w:val="24"/>
          <w:fitText w:val="1680" w:id="95129344"/>
        </w:rPr>
        <w:t>均</w:t>
      </w:r>
      <w:r w:rsidR="003B0D73">
        <w:rPr>
          <w:rFonts w:cs="Century"/>
          <w:spacing w:val="0"/>
          <w:sz w:val="24"/>
          <w:szCs w:val="24"/>
        </w:rPr>
        <w:t xml:space="preserve"> </w:t>
      </w:r>
      <w:r>
        <w:rPr>
          <w:rFonts w:cs="Century" w:hint="eastAsia"/>
          <w:spacing w:val="0"/>
          <w:sz w:val="24"/>
          <w:szCs w:val="24"/>
        </w:rPr>
        <w:t xml:space="preserve"> </w:t>
      </w:r>
      <w:r w:rsidR="00DD193F">
        <w:rPr>
          <w:rFonts w:cs="Century" w:hint="eastAsia"/>
          <w:spacing w:val="0"/>
          <w:sz w:val="24"/>
          <w:szCs w:val="24"/>
        </w:rPr>
        <w:t xml:space="preserve"> </w:t>
      </w:r>
      <w:r w:rsidR="003B0D73">
        <w:rPr>
          <w:rFonts w:ascii="ＭＳ 明朝" w:hAnsi="ＭＳ 明朝" w:hint="eastAsia"/>
          <w:spacing w:val="-5"/>
          <w:sz w:val="24"/>
          <w:szCs w:val="24"/>
        </w:rPr>
        <w:t>○「１日平均外来患者数」の欄には、</w:t>
      </w:r>
      <w:r w:rsidR="00342D28">
        <w:rPr>
          <w:rFonts w:ascii="ＭＳ 明朝" w:hAnsi="ＭＳ 明朝" w:hint="eastAsia"/>
          <w:spacing w:val="-5"/>
          <w:sz w:val="24"/>
          <w:szCs w:val="24"/>
        </w:rPr>
        <w:t>前</w:t>
      </w:r>
      <w:r w:rsidR="003B0D73">
        <w:rPr>
          <w:rFonts w:ascii="ＭＳ 明朝" w:hAnsi="ＭＳ 明朝" w:hint="eastAsia"/>
          <w:spacing w:val="-5"/>
          <w:sz w:val="24"/>
          <w:szCs w:val="24"/>
        </w:rPr>
        <w:t>年度</w:t>
      </w:r>
      <w:r w:rsidR="00342D28">
        <w:rPr>
          <w:rFonts w:ascii="ＭＳ 明朝" w:hAnsi="ＭＳ 明朝" w:hint="eastAsia"/>
          <w:spacing w:val="-5"/>
          <w:sz w:val="24"/>
          <w:szCs w:val="24"/>
        </w:rPr>
        <w:t>一年</w:t>
      </w:r>
      <w:r w:rsidR="003B0D73">
        <w:rPr>
          <w:rFonts w:ascii="ＭＳ 明朝" w:hAnsi="ＭＳ 明朝" w:hint="eastAsia"/>
          <w:spacing w:val="-5"/>
          <w:sz w:val="24"/>
          <w:szCs w:val="24"/>
        </w:rPr>
        <w:t>間の外来患者延数を</w:t>
      </w:r>
    </w:p>
    <w:p w14:paraId="750DC0E2" w14:textId="77777777" w:rsidR="00342D28" w:rsidRDefault="003B0D73" w:rsidP="003B0D73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</w:t>
      </w:r>
      <w:r w:rsidR="002C41C9">
        <w:rPr>
          <w:rFonts w:ascii="ＭＳ 明朝" w:hAnsi="ＭＳ 明朝" w:hint="eastAsia"/>
          <w:spacing w:val="-1"/>
          <w:sz w:val="24"/>
          <w:szCs w:val="24"/>
        </w:rPr>
        <w:t xml:space="preserve"> </w:t>
      </w:r>
      <w:r w:rsidRPr="00DD193F">
        <w:rPr>
          <w:rFonts w:ascii="ＭＳ 明朝" w:hAnsi="ＭＳ 明朝" w:hint="eastAsia"/>
          <w:spacing w:val="60"/>
          <w:sz w:val="24"/>
          <w:szCs w:val="24"/>
          <w:fitText w:val="1680" w:id="95129345"/>
        </w:rPr>
        <w:t>外来患者</w:t>
      </w:r>
      <w:r w:rsidRPr="00DD193F">
        <w:rPr>
          <w:rFonts w:ascii="ＭＳ 明朝" w:hAnsi="ＭＳ 明朝" w:hint="eastAsia"/>
          <w:spacing w:val="0"/>
          <w:sz w:val="24"/>
          <w:szCs w:val="24"/>
          <w:fitText w:val="1680" w:id="95129345"/>
        </w:rPr>
        <w:t>数</w:t>
      </w:r>
      <w:r>
        <w:rPr>
          <w:rFonts w:cs="Century"/>
          <w:spacing w:val="0"/>
          <w:sz w:val="24"/>
          <w:szCs w:val="24"/>
        </w:rPr>
        <w:t xml:space="preserve">     </w:t>
      </w:r>
      <w:r w:rsidR="00342D28">
        <w:rPr>
          <w:rFonts w:ascii="ＭＳ 明朝" w:hAnsi="ＭＳ 明朝" w:hint="eastAsia"/>
          <w:spacing w:val="-1"/>
          <w:sz w:val="24"/>
          <w:szCs w:val="24"/>
        </w:rPr>
        <w:t>外来</w:t>
      </w:r>
      <w:r>
        <w:rPr>
          <w:rFonts w:ascii="ＭＳ 明朝" w:hAnsi="ＭＳ 明朝" w:hint="eastAsia"/>
          <w:spacing w:val="-1"/>
          <w:sz w:val="24"/>
          <w:szCs w:val="24"/>
        </w:rPr>
        <w:t>診療</w:t>
      </w:r>
      <w:r w:rsidR="00342D28">
        <w:rPr>
          <w:rFonts w:ascii="ＭＳ 明朝" w:hAnsi="ＭＳ 明朝" w:hint="eastAsia"/>
          <w:spacing w:val="-1"/>
          <w:sz w:val="24"/>
          <w:szCs w:val="24"/>
        </w:rPr>
        <w:t>実</w:t>
      </w:r>
      <w:r>
        <w:rPr>
          <w:rFonts w:ascii="ＭＳ 明朝" w:hAnsi="ＭＳ 明朝" w:hint="eastAsia"/>
          <w:spacing w:val="-1"/>
          <w:sz w:val="24"/>
          <w:szCs w:val="24"/>
        </w:rPr>
        <w:t>日数で除した数を記入する。（小数点第２位以下を切り</w:t>
      </w:r>
    </w:p>
    <w:p w14:paraId="2BAD8D4C" w14:textId="77777777" w:rsidR="003B0D73" w:rsidRDefault="003B0D73" w:rsidP="00342D28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捨て小数点第１位まで）</w:t>
      </w:r>
    </w:p>
    <w:p w14:paraId="3C12655E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・外来患者延数とは、</w:t>
      </w:r>
      <w:r w:rsidR="00342D28">
        <w:rPr>
          <w:rFonts w:ascii="ＭＳ 明朝" w:hAnsi="ＭＳ 明朝" w:hint="eastAsia"/>
          <w:spacing w:val="-1"/>
          <w:sz w:val="24"/>
          <w:szCs w:val="24"/>
        </w:rPr>
        <w:t>前</w:t>
      </w:r>
      <w:r>
        <w:rPr>
          <w:rFonts w:ascii="ＭＳ 明朝" w:hAnsi="ＭＳ 明朝" w:hint="eastAsia"/>
          <w:spacing w:val="-1"/>
          <w:sz w:val="24"/>
          <w:szCs w:val="24"/>
        </w:rPr>
        <w:t>年度における毎日の新来、再来、往診、巡</w:t>
      </w:r>
    </w:p>
    <w:p w14:paraId="28C788F0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回診療及び健康診断の数を合計した数をいう。</w:t>
      </w:r>
    </w:p>
    <w:p w14:paraId="09DD2519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・入院中の患者が、他の診療科で診療を受け、その診療科で診療録</w:t>
      </w:r>
    </w:p>
    <w:p w14:paraId="03E4F59F" w14:textId="77777777" w:rsidR="003B0D73" w:rsidRDefault="003B0D73" w:rsidP="003B0D73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（カルテ）が作成された場合は、その診療科の外来患者として</w:t>
      </w:r>
      <w:r w:rsidR="00BC30E1">
        <w:rPr>
          <w:rFonts w:ascii="ＭＳ 明朝" w:hAnsi="ＭＳ 明朝" w:hint="eastAsia"/>
          <w:spacing w:val="-1"/>
          <w:sz w:val="24"/>
          <w:szCs w:val="24"/>
        </w:rPr>
        <w:t>計上</w:t>
      </w:r>
    </w:p>
    <w:p w14:paraId="01AF7775" w14:textId="77777777" w:rsidR="003B0D73" w:rsidRDefault="003B0D73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BC30E1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する。</w:t>
      </w:r>
    </w:p>
    <w:p w14:paraId="43867ACD" w14:textId="77777777" w:rsidR="00BC30E1" w:rsidRDefault="00BC30E1" w:rsidP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1921E644" w14:textId="77777777" w:rsidR="000361E2" w:rsidRDefault="00BC30E1" w:rsidP="000361E2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(11</w:t>
      </w:r>
      <w:r w:rsidR="000361E2">
        <w:rPr>
          <w:rFonts w:ascii="ＭＳ 明朝" w:hAnsi="ＭＳ 明朝" w:hint="eastAsia"/>
          <w:spacing w:val="-1"/>
          <w:sz w:val="24"/>
          <w:szCs w:val="24"/>
        </w:rPr>
        <w:t>)</w:t>
      </w:r>
      <w:r w:rsidR="000361E2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0361E2" w:rsidRPr="00BC30E1">
        <w:rPr>
          <w:rFonts w:ascii="ＭＳ 明朝" w:hAnsi="ＭＳ 明朝" w:hint="eastAsia"/>
          <w:spacing w:val="140"/>
          <w:sz w:val="24"/>
          <w:szCs w:val="24"/>
          <w:fitText w:val="1800" w:id="-347827456"/>
        </w:rPr>
        <w:t>診療科</w:t>
      </w:r>
      <w:r w:rsidR="000361E2" w:rsidRPr="00BC30E1">
        <w:rPr>
          <w:rFonts w:ascii="ＭＳ 明朝" w:hAnsi="ＭＳ 明朝" w:hint="eastAsia"/>
          <w:spacing w:val="0"/>
          <w:sz w:val="24"/>
          <w:szCs w:val="24"/>
          <w:fitText w:val="1800" w:id="-347827456"/>
        </w:rPr>
        <w:t>名</w:t>
      </w:r>
      <w:r w:rsidR="000361E2">
        <w:rPr>
          <w:rFonts w:cs="Century"/>
          <w:spacing w:val="12"/>
          <w:sz w:val="24"/>
          <w:szCs w:val="24"/>
        </w:rPr>
        <w:t xml:space="preserve"> </w:t>
      </w:r>
      <w:r w:rsidR="000361E2">
        <w:rPr>
          <w:rFonts w:cs="Century"/>
          <w:spacing w:val="0"/>
          <w:sz w:val="24"/>
          <w:szCs w:val="24"/>
        </w:rPr>
        <w:t xml:space="preserve"> </w:t>
      </w:r>
      <w:r w:rsidR="000361E2">
        <w:rPr>
          <w:rFonts w:ascii="ＭＳ 明朝" w:hAnsi="ＭＳ 明朝" w:hint="eastAsia"/>
          <w:spacing w:val="-5"/>
          <w:sz w:val="24"/>
          <w:szCs w:val="24"/>
        </w:rPr>
        <w:t>○標榜している診療科名については、医療法施行令第３条の２に基づ</w:t>
      </w:r>
      <w:r>
        <w:rPr>
          <w:rFonts w:ascii="ＭＳ 明朝" w:hAnsi="ＭＳ 明朝" w:hint="eastAsia"/>
          <w:spacing w:val="-5"/>
          <w:sz w:val="24"/>
          <w:szCs w:val="24"/>
        </w:rPr>
        <w:t>く</w:t>
      </w:r>
    </w:p>
    <w:p w14:paraId="448B7660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BC30E1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診療科名</w:t>
      </w:r>
      <w:r w:rsidR="003B0D73">
        <w:rPr>
          <w:rFonts w:ascii="ＭＳ 明朝" w:hAnsi="ＭＳ 明朝" w:hint="eastAsia"/>
          <w:spacing w:val="-1"/>
          <w:sz w:val="24"/>
          <w:szCs w:val="24"/>
        </w:rPr>
        <w:t>に○</w:t>
      </w:r>
      <w:r>
        <w:rPr>
          <w:rFonts w:ascii="ＭＳ 明朝" w:hAnsi="ＭＳ 明朝" w:hint="eastAsia"/>
          <w:spacing w:val="-1"/>
          <w:sz w:val="24"/>
          <w:szCs w:val="24"/>
        </w:rPr>
        <w:t>を記入する。</w:t>
      </w:r>
    </w:p>
    <w:p w14:paraId="35491924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 </w:t>
      </w:r>
      <w:r>
        <w:rPr>
          <w:rFonts w:ascii="ＭＳ 明朝" w:hAnsi="ＭＳ 明朝" w:hint="eastAsia"/>
          <w:spacing w:val="-1"/>
          <w:sz w:val="24"/>
          <w:szCs w:val="24"/>
        </w:rPr>
        <w:t>なお、これらの診療科名のほか、同条第１項第１号ハ又はニ(２)若</w:t>
      </w:r>
    </w:p>
    <w:p w14:paraId="505652DE" w14:textId="77777777" w:rsidR="000361E2" w:rsidRDefault="000361E2" w:rsidP="000361E2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しくは第２号ロの規定による事項と組み合わせた名称を診療科名と</w:t>
      </w:r>
    </w:p>
    <w:p w14:paraId="1AB5F1DB" w14:textId="77777777" w:rsidR="00B53CA2" w:rsidRDefault="000361E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している場合は、</w:t>
      </w:r>
      <w:r w:rsidR="00F94417">
        <w:rPr>
          <w:rFonts w:ascii="ＭＳ 明朝" w:hAnsi="ＭＳ 明朝" w:hint="eastAsia"/>
          <w:spacing w:val="-1"/>
          <w:sz w:val="24"/>
          <w:szCs w:val="24"/>
        </w:rPr>
        <w:t>その他の</w:t>
      </w:r>
      <w:r>
        <w:rPr>
          <w:rFonts w:ascii="ＭＳ 明朝" w:hAnsi="ＭＳ 明朝" w:hint="eastAsia"/>
          <w:spacing w:val="-1"/>
          <w:sz w:val="24"/>
          <w:szCs w:val="24"/>
        </w:rPr>
        <w:t>欄に標榜している診療科名を記入する。</w:t>
      </w:r>
    </w:p>
    <w:p w14:paraId="510C24EA" w14:textId="77777777" w:rsidR="00BC30E1" w:rsidRDefault="00BC30E1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59F1145A" w14:textId="77777777" w:rsidR="00B57570" w:rsidRDefault="00BC30E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(12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3CA2" w:rsidRPr="0049500B">
        <w:rPr>
          <w:rFonts w:ascii="ＭＳ 明朝" w:hAnsi="ＭＳ 明朝" w:hint="eastAsia"/>
          <w:spacing w:val="140"/>
          <w:sz w:val="24"/>
          <w:szCs w:val="24"/>
          <w:fitText w:val="1800" w:id="-327889408"/>
        </w:rPr>
        <w:t>従</w:t>
      </w:r>
      <w:r w:rsidR="0049500B">
        <w:rPr>
          <w:rFonts w:ascii="ＭＳ 明朝" w:hAnsi="ＭＳ 明朝" w:hint="eastAsia"/>
          <w:spacing w:val="140"/>
          <w:sz w:val="24"/>
          <w:szCs w:val="24"/>
          <w:fitText w:val="1800" w:id="-327889408"/>
        </w:rPr>
        <w:t>事</w:t>
      </w:r>
      <w:r w:rsidR="00B53CA2" w:rsidRPr="0049500B">
        <w:rPr>
          <w:rFonts w:ascii="ＭＳ 明朝" w:hAnsi="ＭＳ 明朝" w:hint="eastAsia"/>
          <w:spacing w:val="140"/>
          <w:sz w:val="24"/>
          <w:szCs w:val="24"/>
          <w:fitText w:val="1800" w:id="-327889408"/>
        </w:rPr>
        <w:t>者</w:t>
      </w:r>
      <w:r w:rsidR="00B57570" w:rsidRPr="0049500B">
        <w:rPr>
          <w:rFonts w:ascii="ＭＳ 明朝" w:hAnsi="ＭＳ 明朝" w:hint="eastAsia"/>
          <w:spacing w:val="0"/>
          <w:sz w:val="24"/>
          <w:szCs w:val="24"/>
          <w:fitText w:val="1800" w:id="-327889408"/>
        </w:rPr>
        <w:t>数</w:t>
      </w:r>
      <w:r w:rsidR="00B53CA2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○担当させている業務内容が２以上にわたる場合は、その主たる業務</w:t>
      </w:r>
      <w:r w:rsidR="00342D28">
        <w:rPr>
          <w:rFonts w:ascii="ＭＳ 明朝" w:hAnsi="ＭＳ 明朝" w:hint="eastAsia"/>
          <w:spacing w:val="-5"/>
          <w:sz w:val="24"/>
          <w:szCs w:val="24"/>
        </w:rPr>
        <w:t>内</w:t>
      </w:r>
    </w:p>
    <w:p w14:paraId="10A69764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342D28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容によってその該当欄に計上する。</w:t>
      </w:r>
    </w:p>
    <w:p w14:paraId="620A90DF" w14:textId="77777777" w:rsidR="00390743" w:rsidRDefault="00B57570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したがって、取得資格のみによって記入しないよう注意する。</w:t>
      </w:r>
    </w:p>
    <w:p w14:paraId="4A64A808" w14:textId="77777777" w:rsidR="00390743" w:rsidRPr="00390743" w:rsidRDefault="00390743" w:rsidP="00390743">
      <w:pPr>
        <w:pStyle w:val="a3"/>
        <w:ind w:firstLineChars="1200" w:firstLine="2856"/>
        <w:rPr>
          <w:rFonts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例えば、看護師の資格を有する者を専ら看護学生の教育に従事させ</w:t>
      </w:r>
    </w:p>
    <w:p w14:paraId="128F1FC3" w14:textId="77777777" w:rsidR="00390743" w:rsidRDefault="00390743" w:rsidP="00390743">
      <w:pPr>
        <w:pStyle w:val="a3"/>
        <w:ind w:firstLineChars="1200" w:firstLine="2856"/>
        <w:rPr>
          <w:rFonts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ている場合は「その他」の欄に計上し「看護師」の欄に計上しない。</w:t>
      </w:r>
    </w:p>
    <w:p w14:paraId="17C2420D" w14:textId="77777777" w:rsidR="00390743" w:rsidRDefault="00390743" w:rsidP="00390743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また、看護師及び助産師の免許を併せて有する者については、現に</w:t>
      </w:r>
    </w:p>
    <w:p w14:paraId="126CA7C5" w14:textId="77777777" w:rsidR="002C41C9" w:rsidRDefault="00390743" w:rsidP="00390743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主として行っている業務内容により、そのいずれか一方に計上する。</w:t>
      </w:r>
      <w:r w:rsidR="002C41C9">
        <w:rPr>
          <w:rFonts w:cs="Century"/>
          <w:noProof/>
          <w:spacing w:val="0"/>
          <w:sz w:val="24"/>
          <w:szCs w:val="24"/>
        </w:rPr>
        <w:pict w14:anchorId="48A8C32B">
          <v:line id="_x0000_s1049" style="position:absolute;left:0;text-align:left;z-index:251655680;mso-position-horizontal-relative:text;mso-position-vertical-relative:text" from="126pt,115pt" to="126pt,607.85pt"/>
        </w:pict>
      </w:r>
    </w:p>
    <w:p w14:paraId="6D6CE923" w14:textId="77777777" w:rsidR="00B57570" w:rsidRDefault="002C41C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lastRenderedPageBreak/>
        <w:pict w14:anchorId="0D541F77">
          <v:line id="_x0000_s1054" style="position:absolute;left:0;text-align:left;z-index:251660800" from="124.3pt,1.05pt" to="124.3pt,732.5pt"/>
        </w:pict>
      </w:r>
      <w:r w:rsidR="00B57570">
        <w:rPr>
          <w:rFonts w:cs="Century"/>
          <w:spacing w:val="0"/>
          <w:sz w:val="24"/>
          <w:szCs w:val="24"/>
        </w:rPr>
        <w:t xml:space="preserve">                      </w:t>
      </w:r>
    </w:p>
    <w:p w14:paraId="0638C2E1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5"/>
          <w:sz w:val="24"/>
          <w:szCs w:val="24"/>
        </w:rPr>
        <w:t>○「医師」</w:t>
      </w:r>
      <w:r w:rsidR="00803E3E">
        <w:rPr>
          <w:rFonts w:ascii="ＭＳ 明朝" w:hAnsi="ＭＳ 明朝" w:hint="eastAsia"/>
          <w:spacing w:val="-5"/>
          <w:sz w:val="24"/>
          <w:szCs w:val="24"/>
        </w:rPr>
        <w:t>欄については、医師</w:t>
      </w:r>
      <w:r>
        <w:rPr>
          <w:rFonts w:ascii="ＭＳ 明朝" w:hAnsi="ＭＳ 明朝" w:hint="eastAsia"/>
          <w:spacing w:val="-5"/>
          <w:sz w:val="24"/>
          <w:szCs w:val="24"/>
        </w:rPr>
        <w:t>の免許を</w:t>
      </w:r>
      <w:r w:rsidR="00803E3E">
        <w:rPr>
          <w:rFonts w:ascii="ＭＳ 明朝" w:hAnsi="ＭＳ 明朝" w:hint="eastAsia"/>
          <w:spacing w:val="-1"/>
          <w:sz w:val="24"/>
          <w:szCs w:val="24"/>
        </w:rPr>
        <w:t>有し、診療に従事する者（研修</w:t>
      </w:r>
    </w:p>
    <w:p w14:paraId="4A98D93A" w14:textId="77777777" w:rsidR="00B57570" w:rsidRDefault="00B57570" w:rsidP="004553C7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803E3E">
        <w:rPr>
          <w:rFonts w:ascii="ＭＳ 明朝" w:hAnsi="ＭＳ 明朝" w:hint="eastAsia"/>
          <w:spacing w:val="-1"/>
          <w:sz w:val="24"/>
          <w:szCs w:val="24"/>
        </w:rPr>
        <w:t xml:space="preserve">　医</w:t>
      </w:r>
      <w:r>
        <w:rPr>
          <w:rFonts w:ascii="ＭＳ 明朝" w:hAnsi="ＭＳ 明朝" w:hint="eastAsia"/>
          <w:spacing w:val="-1"/>
          <w:sz w:val="24"/>
          <w:szCs w:val="24"/>
        </w:rPr>
        <w:t>も</w:t>
      </w:r>
      <w:r w:rsidR="00803E3E">
        <w:rPr>
          <w:rFonts w:ascii="ＭＳ 明朝" w:hAnsi="ＭＳ 明朝" w:hint="eastAsia"/>
          <w:spacing w:val="-1"/>
          <w:sz w:val="24"/>
          <w:szCs w:val="24"/>
        </w:rPr>
        <w:t>含む）の数を</w:t>
      </w:r>
      <w:r>
        <w:rPr>
          <w:rFonts w:ascii="ＭＳ 明朝" w:hAnsi="ＭＳ 明朝" w:hint="eastAsia"/>
          <w:spacing w:val="-1"/>
          <w:sz w:val="24"/>
          <w:szCs w:val="24"/>
        </w:rPr>
        <w:t>それぞれ常勤又は非常勤の欄に計上</w:t>
      </w:r>
      <w:r w:rsidR="004553C7">
        <w:rPr>
          <w:rFonts w:ascii="ＭＳ 明朝" w:hAnsi="ＭＳ 明朝" w:hint="eastAsia"/>
          <w:spacing w:val="-1"/>
          <w:sz w:val="24"/>
          <w:szCs w:val="24"/>
        </w:rPr>
        <w:t>する。</w:t>
      </w:r>
    </w:p>
    <w:p w14:paraId="64D25558" w14:textId="77777777" w:rsidR="00A7677A" w:rsidRDefault="002C777D" w:rsidP="002C41C9">
      <w:pPr>
        <w:pStyle w:val="a3"/>
        <w:ind w:firstLineChars="1300" w:firstLine="3094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なお、非常勤については</w:t>
      </w:r>
      <w:r w:rsidR="00A7677A">
        <w:rPr>
          <w:rFonts w:ascii="ＭＳ 明朝" w:hAnsi="ＭＳ 明朝" w:hint="eastAsia"/>
          <w:spacing w:val="-1"/>
          <w:sz w:val="24"/>
          <w:szCs w:val="24"/>
        </w:rPr>
        <w:t>下段に</w:t>
      </w:r>
      <w:r>
        <w:rPr>
          <w:rFonts w:ascii="ＭＳ 明朝" w:hAnsi="ＭＳ 明朝" w:hint="eastAsia"/>
          <w:spacing w:val="-1"/>
          <w:sz w:val="24"/>
          <w:szCs w:val="24"/>
        </w:rPr>
        <w:t>常勤換算</w:t>
      </w:r>
      <w:r w:rsidR="00A7677A">
        <w:rPr>
          <w:rFonts w:ascii="ＭＳ 明朝" w:hAnsi="ＭＳ 明朝" w:hint="eastAsia"/>
          <w:spacing w:val="-1"/>
          <w:sz w:val="24"/>
          <w:szCs w:val="24"/>
        </w:rPr>
        <w:t>後の人数を併記し</w:t>
      </w:r>
      <w:r w:rsidR="004553C7">
        <w:rPr>
          <w:rFonts w:ascii="ＭＳ 明朝" w:hAnsi="ＭＳ 明朝" w:hint="eastAsia"/>
          <w:spacing w:val="-1"/>
          <w:sz w:val="24"/>
          <w:szCs w:val="24"/>
        </w:rPr>
        <w:t>、計上</w:t>
      </w:r>
    </w:p>
    <w:p w14:paraId="7420F18C" w14:textId="77777777" w:rsidR="002C777D" w:rsidRDefault="004553C7" w:rsidP="00803E3E">
      <w:pPr>
        <w:pStyle w:val="a3"/>
        <w:ind w:firstLineChars="1200" w:firstLine="2856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する</w:t>
      </w:r>
      <w:r w:rsidR="002C777D">
        <w:rPr>
          <w:rFonts w:ascii="ＭＳ 明朝" w:hAnsi="ＭＳ 明朝" w:hint="eastAsia"/>
          <w:spacing w:val="-1"/>
          <w:sz w:val="24"/>
          <w:szCs w:val="24"/>
        </w:rPr>
        <w:t>こと。</w:t>
      </w:r>
    </w:p>
    <w:p w14:paraId="2EDF8D3C" w14:textId="77777777" w:rsidR="002C777D" w:rsidRDefault="00EF44FF" w:rsidP="002C777D">
      <w:pPr>
        <w:pStyle w:val="a3"/>
        <w:ind w:firstLineChars="1400" w:firstLine="3360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noProof/>
          <w:spacing w:val="-1"/>
          <w:sz w:val="24"/>
          <w:szCs w:val="24"/>
        </w:rPr>
        <w:pict w14:anchorId="6F47DFB6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51" type="#_x0000_t86" style="position:absolute;left:0;text-align:left;margin-left:490.65pt;margin-top:.2pt;width:7.15pt;height:66.75pt;z-index:251657728" strokeweight=".25pt">
            <v:textbox inset="5.85pt,.7pt,5.85pt,.7pt"/>
          </v:shape>
        </w:pict>
      </w:r>
      <w:r>
        <w:rPr>
          <w:rFonts w:ascii="ＭＳ 明朝" w:hAnsi="ＭＳ 明朝" w:hint="eastAsia"/>
          <w:noProof/>
          <w:spacing w:val="-1"/>
          <w:sz w:val="24"/>
          <w:szCs w:val="24"/>
        </w:rPr>
        <w:pict w14:anchorId="335E2DE6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50" type="#_x0000_t85" style="position:absolute;left:0;text-align:left;margin-left:157.9pt;margin-top:.2pt;width:7.15pt;height:66.75pt;z-index:251656704" strokeweight=".25pt">
            <v:textbox inset="5.85pt,.7pt,5.85pt,.7pt"/>
          </v:shape>
        </w:pict>
      </w:r>
      <w:r w:rsidR="002C777D">
        <w:rPr>
          <w:rFonts w:ascii="ＭＳ 明朝" w:hAnsi="ＭＳ 明朝" w:hint="eastAsia"/>
          <w:spacing w:val="-1"/>
          <w:sz w:val="24"/>
          <w:szCs w:val="24"/>
        </w:rPr>
        <w:t>例　常勤職員は１週間当たりの勤務時間数が４０時間</w:t>
      </w:r>
      <w:r w:rsidR="00530F2A">
        <w:rPr>
          <w:rFonts w:ascii="ＭＳ 明朝" w:hAnsi="ＭＳ 明朝" w:hint="eastAsia"/>
          <w:spacing w:val="-1"/>
          <w:sz w:val="24"/>
          <w:szCs w:val="24"/>
        </w:rPr>
        <w:t>で</w:t>
      </w:r>
    </w:p>
    <w:p w14:paraId="5139F68F" w14:textId="77777777" w:rsidR="002C777D" w:rsidRPr="002C777D" w:rsidRDefault="002C777D" w:rsidP="00803E3E">
      <w:pPr>
        <w:pStyle w:val="a3"/>
        <w:ind w:firstLineChars="1200" w:firstLine="2856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週２日（１日当たり８時間）勤務している場合</w:t>
      </w:r>
    </w:p>
    <w:p w14:paraId="37B4BBE5" w14:textId="77777777" w:rsidR="00B57570" w:rsidRDefault="00B57570" w:rsidP="00CC4CB1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2C777D">
        <w:rPr>
          <w:rFonts w:ascii="ＭＳ 明朝" w:hAnsi="ＭＳ 明朝" w:hint="eastAsia"/>
          <w:spacing w:val="-1"/>
          <w:sz w:val="24"/>
          <w:szCs w:val="24"/>
        </w:rPr>
        <w:t xml:space="preserve">　　　　（８時間×２日）／４０時間　＝　０．４人</w:t>
      </w:r>
    </w:p>
    <w:p w14:paraId="2B9901E8" w14:textId="77777777" w:rsidR="00EF44FF" w:rsidRDefault="00EF44FF" w:rsidP="00CC4CB1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　　　　なお、当直に当たる非常勤医師についての換算する分母</w:t>
      </w:r>
    </w:p>
    <w:p w14:paraId="27EAE039" w14:textId="77777777" w:rsidR="00EF44FF" w:rsidRDefault="00EF44FF" w:rsidP="00CC4CB1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は、１週間の勤務時間の２倍とする。</w:t>
      </w:r>
    </w:p>
    <w:p w14:paraId="78A8B45C" w14:textId="77777777" w:rsidR="004553C7" w:rsidRDefault="00B53CA2" w:rsidP="00B53CA2">
      <w:pPr>
        <w:pStyle w:val="a3"/>
        <w:ind w:left="2640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○</w:t>
      </w:r>
      <w:r w:rsidR="00B57570">
        <w:rPr>
          <w:rFonts w:ascii="ＭＳ 明朝" w:hAnsi="ＭＳ 明朝" w:hint="eastAsia"/>
          <w:spacing w:val="-1"/>
          <w:sz w:val="24"/>
          <w:szCs w:val="24"/>
        </w:rPr>
        <w:t>「薬剤師」</w:t>
      </w:r>
      <w:r w:rsidR="004553C7">
        <w:rPr>
          <w:rFonts w:ascii="ＭＳ 明朝" w:hAnsi="ＭＳ 明朝" w:hint="eastAsia"/>
          <w:spacing w:val="-1"/>
          <w:sz w:val="24"/>
          <w:szCs w:val="24"/>
        </w:rPr>
        <w:t>以降の欄についても同様にそれぞれ関係法による免許を</w:t>
      </w:r>
    </w:p>
    <w:p w14:paraId="7B1C1C76" w14:textId="77777777" w:rsidR="00B57570" w:rsidRPr="003B0D73" w:rsidRDefault="00B57570" w:rsidP="004553C7">
      <w:pPr>
        <w:pStyle w:val="a3"/>
        <w:ind w:leftChars="1257" w:left="2640" w:firstLineChars="100" w:firstLine="238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有する者の数を計上する。</w:t>
      </w:r>
    </w:p>
    <w:p w14:paraId="007CE291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5"/>
          <w:sz w:val="24"/>
          <w:szCs w:val="24"/>
        </w:rPr>
        <w:t>○「看護補助者」欄には看護師（准看護師を含む。）の免許を有しな</w:t>
      </w:r>
      <w:r w:rsidR="004553C7">
        <w:rPr>
          <w:rFonts w:ascii="ＭＳ 明朝" w:hAnsi="ＭＳ 明朝" w:hint="eastAsia"/>
          <w:spacing w:val="-5"/>
          <w:sz w:val="24"/>
          <w:szCs w:val="24"/>
        </w:rPr>
        <w:t>い</w:t>
      </w:r>
    </w:p>
    <w:p w14:paraId="520C865A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4553C7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1"/>
          <w:sz w:val="24"/>
          <w:szCs w:val="24"/>
        </w:rPr>
        <w:t>で、医師又は看護師の監督指示に基づき、看護の補助として介護</w:t>
      </w:r>
      <w:r w:rsidR="004553C7">
        <w:rPr>
          <w:rFonts w:ascii="ＭＳ 明朝" w:hAnsi="ＭＳ 明朝" w:hint="eastAsia"/>
          <w:spacing w:val="-1"/>
          <w:sz w:val="24"/>
          <w:szCs w:val="24"/>
        </w:rPr>
        <w:t>に</w:t>
      </w:r>
    </w:p>
    <w:p w14:paraId="458B14F2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にあたる者の数を計上する。</w:t>
      </w:r>
    </w:p>
    <w:p w14:paraId="03AF5C96" w14:textId="77777777" w:rsidR="00B53CA2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                      </w:t>
      </w:r>
    </w:p>
    <w:p w14:paraId="797FA3B5" w14:textId="77777777" w:rsidR="00B57570" w:rsidRDefault="00BC30E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 (13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1"/>
          <w:sz w:val="24"/>
          <w:szCs w:val="24"/>
        </w:rPr>
        <w:t>設　備　概　要</w:t>
      </w:r>
      <w:r w:rsidR="00B57570">
        <w:rPr>
          <w:rFonts w:cs="Century"/>
          <w:spacing w:val="5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2C41C9">
        <w:rPr>
          <w:rFonts w:ascii="ＭＳ 明朝" w:hAnsi="ＭＳ 明朝" w:hint="eastAsia"/>
          <w:spacing w:val="-5"/>
          <w:sz w:val="24"/>
          <w:szCs w:val="24"/>
        </w:rPr>
        <w:t>○設備概要については、有</w:t>
      </w:r>
      <w:r w:rsidR="00E66655">
        <w:rPr>
          <w:rFonts w:ascii="ＭＳ 明朝" w:hAnsi="ＭＳ 明朝" w:hint="eastAsia"/>
          <w:spacing w:val="-5"/>
          <w:sz w:val="24"/>
          <w:szCs w:val="24"/>
        </w:rPr>
        <w:t>無</w:t>
      </w:r>
      <w:r w:rsidR="002C41C9">
        <w:rPr>
          <w:rFonts w:ascii="ＭＳ 明朝" w:hAnsi="ＭＳ 明朝" w:hint="eastAsia"/>
          <w:spacing w:val="-5"/>
          <w:sz w:val="24"/>
          <w:szCs w:val="24"/>
        </w:rPr>
        <w:t>など</w:t>
      </w:r>
      <w:r w:rsidR="00E66655">
        <w:rPr>
          <w:rFonts w:ascii="ＭＳ 明朝" w:hAnsi="ＭＳ 明朝" w:hint="eastAsia"/>
          <w:spacing w:val="-5"/>
          <w:sz w:val="24"/>
          <w:szCs w:val="24"/>
        </w:rPr>
        <w:t>について</w:t>
      </w:r>
      <w:r w:rsidR="00B57570">
        <w:rPr>
          <w:rFonts w:ascii="ＭＳ 明朝" w:hAnsi="ＭＳ 明朝" w:hint="eastAsia"/>
          <w:spacing w:val="-5"/>
          <w:sz w:val="24"/>
          <w:szCs w:val="24"/>
        </w:rPr>
        <w:t>記入する。</w:t>
      </w:r>
    </w:p>
    <w:p w14:paraId="30B83FF4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○「２　</w:t>
      </w:r>
      <w:r>
        <w:rPr>
          <w:rFonts w:ascii="ＭＳ 明朝" w:hAnsi="ＭＳ 明朝" w:hint="eastAsia"/>
          <w:spacing w:val="-5"/>
          <w:sz w:val="24"/>
          <w:szCs w:val="24"/>
        </w:rPr>
        <w:t>臨床検査施設」とは、喀痰、血液、尿、ふん便等について通</w:t>
      </w:r>
    </w:p>
    <w:p w14:paraId="277A4E61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常行われる臨床検査のできる施設をいう。</w:t>
      </w:r>
    </w:p>
    <w:p w14:paraId="1A1DB7CE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6337E7">
        <w:rPr>
          <w:rFonts w:ascii="ＭＳ 明朝" w:hAnsi="ＭＳ 明朝" w:hint="eastAsia"/>
          <w:spacing w:val="-5"/>
          <w:sz w:val="24"/>
          <w:szCs w:val="24"/>
        </w:rPr>
        <w:t>○「４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給食施設」とは、入院患者のすべてに給食することのできる</w:t>
      </w:r>
    </w:p>
    <w:p w14:paraId="01212824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施設をいう。</w:t>
      </w:r>
    </w:p>
    <w:p w14:paraId="700D996F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6337E7">
        <w:rPr>
          <w:rFonts w:ascii="ＭＳ 明朝" w:hAnsi="ＭＳ 明朝" w:hint="eastAsia"/>
          <w:spacing w:val="-5"/>
          <w:sz w:val="24"/>
          <w:szCs w:val="24"/>
        </w:rPr>
        <w:t>○「７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機能訓練室」とは、機能訓練を行うために必要な器械、器具</w:t>
      </w:r>
    </w:p>
    <w:p w14:paraId="54C4258B" w14:textId="77777777" w:rsidR="00B57570" w:rsidRDefault="00B5757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及び十分な広さを有している施設をい</w:t>
      </w:r>
      <w:r w:rsidR="00F11AE6">
        <w:rPr>
          <w:rFonts w:ascii="ＭＳ 明朝" w:hAnsi="ＭＳ 明朝" w:hint="eastAsia"/>
          <w:spacing w:val="-1"/>
          <w:sz w:val="24"/>
          <w:szCs w:val="24"/>
        </w:rPr>
        <w:t>う。</w:t>
      </w:r>
    </w:p>
    <w:p w14:paraId="03E1325F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FC331A">
        <w:rPr>
          <w:rFonts w:ascii="ＭＳ 明朝" w:hAnsi="ＭＳ 明朝" w:hint="eastAsia"/>
          <w:spacing w:val="-5"/>
          <w:sz w:val="24"/>
          <w:szCs w:val="24"/>
        </w:rPr>
        <w:t>○「</w:t>
      </w:r>
      <w:r w:rsidR="006337E7">
        <w:rPr>
          <w:rFonts w:ascii="ＭＳ 明朝" w:hAnsi="ＭＳ 明朝" w:hint="eastAsia"/>
          <w:spacing w:val="-5"/>
          <w:sz w:val="24"/>
          <w:szCs w:val="24"/>
        </w:rPr>
        <w:t>13</w:t>
      </w:r>
      <w:r w:rsidR="00FC331A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ＣＴスキャン」欄には、エックス線装置の中のＣＴスキャ</w:t>
      </w:r>
      <w:r w:rsidR="004553C7">
        <w:rPr>
          <w:rFonts w:ascii="ＭＳ 明朝" w:hAnsi="ＭＳ 明朝" w:hint="eastAsia"/>
          <w:spacing w:val="-5"/>
          <w:sz w:val="24"/>
          <w:szCs w:val="24"/>
        </w:rPr>
        <w:t>ン</w:t>
      </w:r>
    </w:p>
    <w:p w14:paraId="71561710" w14:textId="77777777" w:rsidR="00B57570" w:rsidRDefault="00B57570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4553C7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825A82">
        <w:rPr>
          <w:rFonts w:ascii="ＭＳ 明朝" w:hAnsi="ＭＳ 明朝" w:hint="eastAsia"/>
          <w:spacing w:val="-1"/>
          <w:sz w:val="24"/>
          <w:szCs w:val="24"/>
        </w:rPr>
        <w:t>の有</w:t>
      </w:r>
      <w:r>
        <w:rPr>
          <w:rFonts w:ascii="ＭＳ 明朝" w:hAnsi="ＭＳ 明朝" w:hint="eastAsia"/>
          <w:spacing w:val="-1"/>
          <w:sz w:val="24"/>
          <w:szCs w:val="24"/>
        </w:rPr>
        <w:t>無を再掲する。</w:t>
      </w:r>
    </w:p>
    <w:p w14:paraId="0EBFB5A1" w14:textId="77777777" w:rsidR="00B53CA2" w:rsidRDefault="00B53CA2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6BA79BDB" w14:textId="77777777" w:rsidR="00B57570" w:rsidRDefault="00BC30E1" w:rsidP="00E629B6">
      <w:pPr>
        <w:pStyle w:val="a3"/>
        <w:ind w:firstLineChars="50" w:firstLine="119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(14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1"/>
          <w:sz w:val="24"/>
          <w:szCs w:val="24"/>
        </w:rPr>
        <w:t>業　務　委　託</w:t>
      </w:r>
      <w:r w:rsidR="00B57570">
        <w:rPr>
          <w:rFonts w:cs="Century"/>
          <w:spacing w:val="5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○業務委託とは、医療機関の行う業務の一部を外部の専門業者に委託</w:t>
      </w:r>
    </w:p>
    <w:p w14:paraId="18130D82" w14:textId="77777777" w:rsidR="00B57570" w:rsidRDefault="00B57570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 w:rsidR="00825A82">
        <w:rPr>
          <w:rFonts w:ascii="ＭＳ 明朝" w:hAnsi="ＭＳ 明朝" w:hint="eastAsia"/>
          <w:spacing w:val="-1"/>
          <w:sz w:val="24"/>
          <w:szCs w:val="24"/>
        </w:rPr>
        <w:t xml:space="preserve">　する場合をいい、該当の有</w:t>
      </w:r>
      <w:r>
        <w:rPr>
          <w:rFonts w:ascii="ＭＳ 明朝" w:hAnsi="ＭＳ 明朝" w:hint="eastAsia"/>
          <w:spacing w:val="-1"/>
          <w:sz w:val="24"/>
          <w:szCs w:val="24"/>
        </w:rPr>
        <w:t>無を記入する。</w:t>
      </w:r>
    </w:p>
    <w:p w14:paraId="2DF9EBE6" w14:textId="77777777" w:rsidR="006337E7" w:rsidRDefault="006337E7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また、業務委託をしている場合は、委託業者名を〔　　〕に記入</w:t>
      </w:r>
    </w:p>
    <w:p w14:paraId="67DBAED1" w14:textId="77777777" w:rsidR="006337E7" w:rsidRDefault="006337E7" w:rsidP="006337E7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する。</w:t>
      </w:r>
      <w:r w:rsidR="00741CD3">
        <w:rPr>
          <w:rFonts w:ascii="ＭＳ 明朝" w:hAnsi="ＭＳ 明朝" w:hint="eastAsia"/>
          <w:spacing w:val="-1"/>
          <w:sz w:val="24"/>
          <w:szCs w:val="24"/>
        </w:rPr>
        <w:t>（契約書等を確認し、正式名称を記入すること。）</w:t>
      </w:r>
    </w:p>
    <w:p w14:paraId="71CE8714" w14:textId="77777777" w:rsidR="00FC331A" w:rsidRPr="00FC331A" w:rsidRDefault="00FC331A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</w:p>
    <w:p w14:paraId="1B20ED79" w14:textId="77777777" w:rsidR="00B57570" w:rsidRDefault="00BC30E1" w:rsidP="00500D86">
      <w:pPr>
        <w:pStyle w:val="a3"/>
        <w:ind w:firstLineChars="50" w:firstLine="119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(15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6337E7" w:rsidRPr="00500D86">
        <w:rPr>
          <w:rFonts w:ascii="ＭＳ 明朝" w:hAnsi="ＭＳ 明朝" w:hint="eastAsia"/>
          <w:spacing w:val="60"/>
          <w:sz w:val="24"/>
          <w:szCs w:val="24"/>
          <w:fitText w:val="1680" w:id="95123969"/>
        </w:rPr>
        <w:t>病室の状</w:t>
      </w:r>
      <w:r w:rsidR="006337E7" w:rsidRPr="00500D86">
        <w:rPr>
          <w:rFonts w:ascii="ＭＳ 明朝" w:hAnsi="ＭＳ 明朝" w:hint="eastAsia"/>
          <w:spacing w:val="0"/>
          <w:sz w:val="24"/>
          <w:szCs w:val="24"/>
          <w:fitText w:val="1680" w:id="95123969"/>
        </w:rPr>
        <w:t>況</w:t>
      </w:r>
      <w:r w:rsidR="00B57570">
        <w:rPr>
          <w:rFonts w:cs="Century"/>
          <w:spacing w:val="5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1"/>
          <w:sz w:val="24"/>
          <w:szCs w:val="24"/>
        </w:rPr>
        <w:t>○</w:t>
      </w:r>
      <w:r w:rsidR="002F163E">
        <w:rPr>
          <w:rFonts w:ascii="ＭＳ 明朝" w:hAnsi="ＭＳ 明朝" w:hint="eastAsia"/>
          <w:spacing w:val="-1"/>
          <w:sz w:val="24"/>
          <w:szCs w:val="24"/>
        </w:rPr>
        <w:t>現在の病室の状況について記入する。</w:t>
      </w:r>
    </w:p>
    <w:p w14:paraId="59430150" w14:textId="77777777" w:rsidR="002F163E" w:rsidRDefault="004553C7">
      <w:pPr>
        <w:pStyle w:val="a3"/>
        <w:rPr>
          <w:spacing w:val="0"/>
          <w:sz w:val="24"/>
          <w:szCs w:val="24"/>
        </w:rPr>
      </w:pPr>
      <w:r>
        <w:rPr>
          <w:rFonts w:hint="eastAsia"/>
          <w:noProof/>
          <w:spacing w:val="0"/>
          <w:sz w:val="24"/>
          <w:szCs w:val="24"/>
        </w:rPr>
        <w:pict w14:anchorId="3F138FDF">
          <v:shape id="_x0000_s1053" type="#_x0000_t86" style="position:absolute;left:0;text-align:left;margin-left:454.2pt;margin-top:11.6pt;width:11.35pt;height:73.15pt;z-index:251659776" strokeweight=".25pt">
            <v:textbox inset="5.85pt,.7pt,5.85pt,.7pt"/>
          </v:shape>
        </w:pict>
      </w:r>
      <w:r w:rsidR="00867268">
        <w:rPr>
          <w:rFonts w:ascii="ＭＳ 明朝" w:hAnsi="ＭＳ 明朝" w:hint="eastAsia"/>
          <w:noProof/>
          <w:spacing w:val="-1"/>
          <w:sz w:val="24"/>
          <w:szCs w:val="24"/>
        </w:rPr>
        <w:pict w14:anchorId="6C832424">
          <v:shape id="_x0000_s1052" type="#_x0000_t85" style="position:absolute;left:0;text-align:left;margin-left:165.05pt;margin-top:11.8pt;width:7.15pt;height:70.5pt;z-index:251658752" strokeweight=".25pt">
            <v:textbox inset="5.85pt,.7pt,5.85pt,.7pt"/>
          </v:shape>
        </w:pict>
      </w:r>
      <w:r w:rsidR="00B57570">
        <w:rPr>
          <w:rFonts w:ascii="ＭＳ 明朝" w:hAnsi="ＭＳ 明朝" w:hint="eastAsia"/>
          <w:spacing w:val="-1"/>
          <w:sz w:val="24"/>
          <w:szCs w:val="24"/>
        </w:rPr>
        <w:t xml:space="preserve">　　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FC33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6337E7">
        <w:rPr>
          <w:rFonts w:ascii="ＭＳ 明朝" w:hAnsi="ＭＳ 明朝" w:hint="eastAsia"/>
          <w:spacing w:val="-1"/>
          <w:sz w:val="24"/>
          <w:szCs w:val="24"/>
        </w:rPr>
        <w:t xml:space="preserve">　　　　　　</w:t>
      </w:r>
      <w:r w:rsidR="00B57570">
        <w:rPr>
          <w:rFonts w:cs="Century"/>
          <w:spacing w:val="0"/>
          <w:sz w:val="24"/>
          <w:szCs w:val="24"/>
        </w:rPr>
        <w:t xml:space="preserve">   </w:t>
      </w:r>
      <w:r w:rsidR="002F163E">
        <w:rPr>
          <w:rFonts w:cs="Century" w:hint="eastAsia"/>
          <w:spacing w:val="0"/>
          <w:sz w:val="24"/>
          <w:szCs w:val="24"/>
        </w:rPr>
        <w:t xml:space="preserve">　　　　例　</w:t>
      </w:r>
    </w:p>
    <w:tbl>
      <w:tblPr>
        <w:tblW w:w="0" w:type="auto"/>
        <w:tblInd w:w="3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F163E" w:rsidRPr="0073277A" w14:paraId="575E8EF0" w14:textId="77777777" w:rsidTr="00867268">
        <w:trPr>
          <w:trHeight w:val="325"/>
        </w:trPr>
        <w:tc>
          <w:tcPr>
            <w:tcW w:w="2835" w:type="dxa"/>
            <w:vAlign w:val="center"/>
          </w:tcPr>
          <w:p w14:paraId="7A964967" w14:textId="77777777" w:rsidR="002F163E" w:rsidRPr="00867268" w:rsidRDefault="002F163E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病室名（病室番号）</w:t>
            </w:r>
          </w:p>
        </w:tc>
        <w:tc>
          <w:tcPr>
            <w:tcW w:w="1984" w:type="dxa"/>
            <w:vAlign w:val="center"/>
          </w:tcPr>
          <w:p w14:paraId="728AF178" w14:textId="77777777" w:rsidR="002F163E" w:rsidRPr="00867268" w:rsidRDefault="002F163E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病床数（床）</w:t>
            </w:r>
          </w:p>
        </w:tc>
      </w:tr>
      <w:tr w:rsidR="002F163E" w:rsidRPr="0073277A" w14:paraId="32C1621A" w14:textId="77777777" w:rsidTr="00867268">
        <w:trPr>
          <w:trHeight w:val="260"/>
        </w:trPr>
        <w:tc>
          <w:tcPr>
            <w:tcW w:w="2835" w:type="dxa"/>
            <w:vAlign w:val="center"/>
          </w:tcPr>
          <w:p w14:paraId="619E8140" w14:textId="77777777" w:rsidR="002F163E" w:rsidRPr="00867268" w:rsidRDefault="002F163E" w:rsidP="00867268">
            <w:pPr>
              <w:pStyle w:val="a3"/>
              <w:ind w:firstLineChars="200" w:firstLine="400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１０１号室</w:t>
            </w:r>
          </w:p>
        </w:tc>
        <w:tc>
          <w:tcPr>
            <w:tcW w:w="1984" w:type="dxa"/>
            <w:vAlign w:val="center"/>
          </w:tcPr>
          <w:p w14:paraId="18D15BF4" w14:textId="77777777" w:rsidR="002F163E" w:rsidRPr="00867268" w:rsidRDefault="002F163E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４床</w:t>
            </w:r>
          </w:p>
        </w:tc>
      </w:tr>
      <w:tr w:rsidR="00867268" w:rsidRPr="0073277A" w14:paraId="5A3BF3BD" w14:textId="77777777" w:rsidTr="00867268">
        <w:trPr>
          <w:trHeight w:val="235"/>
        </w:trPr>
        <w:tc>
          <w:tcPr>
            <w:tcW w:w="2835" w:type="dxa"/>
            <w:vAlign w:val="center"/>
          </w:tcPr>
          <w:p w14:paraId="3FDD5DB5" w14:textId="77777777" w:rsidR="00867268" w:rsidRPr="00867268" w:rsidRDefault="00867268" w:rsidP="00867268">
            <w:pPr>
              <w:pStyle w:val="a3"/>
              <w:ind w:firstLineChars="200" w:firstLine="400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１０２号室</w:t>
            </w:r>
          </w:p>
        </w:tc>
        <w:tc>
          <w:tcPr>
            <w:tcW w:w="1984" w:type="dxa"/>
            <w:vAlign w:val="center"/>
          </w:tcPr>
          <w:p w14:paraId="2A60AF90" w14:textId="77777777" w:rsidR="00867268" w:rsidRPr="00867268" w:rsidRDefault="00867268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 w:rsidRPr="00867268">
              <w:rPr>
                <w:rFonts w:hint="eastAsia"/>
                <w:spacing w:val="0"/>
                <w:sz w:val="20"/>
                <w:szCs w:val="20"/>
              </w:rPr>
              <w:t>２床</w:t>
            </w:r>
          </w:p>
        </w:tc>
      </w:tr>
      <w:tr w:rsidR="00867268" w:rsidRPr="0073277A" w14:paraId="7308A510" w14:textId="77777777" w:rsidTr="00867268">
        <w:trPr>
          <w:trHeight w:val="368"/>
        </w:trPr>
        <w:tc>
          <w:tcPr>
            <w:tcW w:w="2835" w:type="dxa"/>
            <w:vAlign w:val="center"/>
          </w:tcPr>
          <w:p w14:paraId="49027DFD" w14:textId="77777777" w:rsidR="00867268" w:rsidRPr="00867268" w:rsidRDefault="00867268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 xml:space="preserve">　１０３</w:t>
            </w:r>
            <w:r w:rsidRPr="00867268">
              <w:rPr>
                <w:rFonts w:hint="eastAsia"/>
                <w:spacing w:val="0"/>
                <w:sz w:val="20"/>
                <w:szCs w:val="20"/>
              </w:rPr>
              <w:t>号室</w:t>
            </w:r>
            <w:r>
              <w:rPr>
                <w:rFonts w:hint="eastAsia"/>
                <w:spacing w:val="0"/>
                <w:sz w:val="20"/>
                <w:szCs w:val="20"/>
              </w:rPr>
              <w:t>（特別室）</w:t>
            </w:r>
          </w:p>
        </w:tc>
        <w:tc>
          <w:tcPr>
            <w:tcW w:w="1984" w:type="dxa"/>
            <w:vAlign w:val="center"/>
          </w:tcPr>
          <w:p w14:paraId="7FA83510" w14:textId="77777777" w:rsidR="00867268" w:rsidRPr="00867268" w:rsidRDefault="00867268" w:rsidP="00867268">
            <w:pPr>
              <w:pStyle w:val="a3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１</w:t>
            </w:r>
            <w:r w:rsidRPr="00867268">
              <w:rPr>
                <w:rFonts w:hint="eastAsia"/>
                <w:spacing w:val="0"/>
                <w:sz w:val="20"/>
                <w:szCs w:val="20"/>
              </w:rPr>
              <w:t>床</w:t>
            </w:r>
          </w:p>
        </w:tc>
      </w:tr>
    </w:tbl>
    <w:p w14:paraId="2DB15990" w14:textId="77777777" w:rsidR="004D6BAC" w:rsidRDefault="00B57570">
      <w:pPr>
        <w:pStyle w:val="a3"/>
        <w:rPr>
          <w:rFonts w:ascii="ＭＳ 明朝" w:hAnsi="ＭＳ 明朝" w:hint="eastAsia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</w:t>
      </w:r>
    </w:p>
    <w:sectPr w:rsidR="004D6BAC" w:rsidSect="00B57570">
      <w:pgSz w:w="11906" w:h="16838"/>
      <w:pgMar w:top="1134" w:right="850" w:bottom="1134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BF87" w14:textId="77777777" w:rsidR="000D28E6" w:rsidRDefault="000D28E6" w:rsidP="00D417B8">
      <w:r>
        <w:separator/>
      </w:r>
    </w:p>
  </w:endnote>
  <w:endnote w:type="continuationSeparator" w:id="0">
    <w:p w14:paraId="47DF5BA9" w14:textId="77777777" w:rsidR="000D28E6" w:rsidRDefault="000D28E6" w:rsidP="00D4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E79E0" w14:textId="77777777" w:rsidR="000D28E6" w:rsidRDefault="000D28E6" w:rsidP="00D417B8">
      <w:r>
        <w:separator/>
      </w:r>
    </w:p>
  </w:footnote>
  <w:footnote w:type="continuationSeparator" w:id="0">
    <w:p w14:paraId="55AA1D7A" w14:textId="77777777" w:rsidR="000D28E6" w:rsidRDefault="000D28E6" w:rsidP="00D4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95E75"/>
    <w:multiLevelType w:val="hybridMultilevel"/>
    <w:tmpl w:val="A6F21722"/>
    <w:lvl w:ilvl="0" w:tplc="A6220B30">
      <w:start w:val="10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7570"/>
    <w:rsid w:val="00031EDC"/>
    <w:rsid w:val="000361E2"/>
    <w:rsid w:val="00080B36"/>
    <w:rsid w:val="000D2853"/>
    <w:rsid w:val="000D28E6"/>
    <w:rsid w:val="000E1631"/>
    <w:rsid w:val="00153EBE"/>
    <w:rsid w:val="00160B2F"/>
    <w:rsid w:val="00267C06"/>
    <w:rsid w:val="002C41C9"/>
    <w:rsid w:val="002C777D"/>
    <w:rsid w:val="002F163E"/>
    <w:rsid w:val="00326A44"/>
    <w:rsid w:val="0034145D"/>
    <w:rsid w:val="00342D28"/>
    <w:rsid w:val="00390743"/>
    <w:rsid w:val="003B0D73"/>
    <w:rsid w:val="003D226C"/>
    <w:rsid w:val="003F6D2F"/>
    <w:rsid w:val="003F7852"/>
    <w:rsid w:val="0041714F"/>
    <w:rsid w:val="00437990"/>
    <w:rsid w:val="004553C7"/>
    <w:rsid w:val="0049500B"/>
    <w:rsid w:val="004B7303"/>
    <w:rsid w:val="004D6808"/>
    <w:rsid w:val="004D6BAC"/>
    <w:rsid w:val="00500D86"/>
    <w:rsid w:val="00530471"/>
    <w:rsid w:val="00530F2A"/>
    <w:rsid w:val="00533433"/>
    <w:rsid w:val="005419D5"/>
    <w:rsid w:val="00542A4D"/>
    <w:rsid w:val="005C5BA2"/>
    <w:rsid w:val="006337E7"/>
    <w:rsid w:val="00643C29"/>
    <w:rsid w:val="006520B0"/>
    <w:rsid w:val="00662D64"/>
    <w:rsid w:val="00675C08"/>
    <w:rsid w:val="006B22AB"/>
    <w:rsid w:val="0073277A"/>
    <w:rsid w:val="00741CD3"/>
    <w:rsid w:val="007E2120"/>
    <w:rsid w:val="007E3AC2"/>
    <w:rsid w:val="00803E3E"/>
    <w:rsid w:val="00825A82"/>
    <w:rsid w:val="00867268"/>
    <w:rsid w:val="008B2C53"/>
    <w:rsid w:val="008E705A"/>
    <w:rsid w:val="009337E2"/>
    <w:rsid w:val="00955DA4"/>
    <w:rsid w:val="00997558"/>
    <w:rsid w:val="009C7489"/>
    <w:rsid w:val="009E1277"/>
    <w:rsid w:val="009E15B0"/>
    <w:rsid w:val="009E7C37"/>
    <w:rsid w:val="00A36B84"/>
    <w:rsid w:val="00A7677A"/>
    <w:rsid w:val="00B01AC1"/>
    <w:rsid w:val="00B25853"/>
    <w:rsid w:val="00B53CA2"/>
    <w:rsid w:val="00B57570"/>
    <w:rsid w:val="00B9782C"/>
    <w:rsid w:val="00BC30E1"/>
    <w:rsid w:val="00BD59F9"/>
    <w:rsid w:val="00BD7153"/>
    <w:rsid w:val="00BE131C"/>
    <w:rsid w:val="00BE4E6D"/>
    <w:rsid w:val="00BE7050"/>
    <w:rsid w:val="00C860BC"/>
    <w:rsid w:val="00CC4B3B"/>
    <w:rsid w:val="00CC4CB1"/>
    <w:rsid w:val="00D35F87"/>
    <w:rsid w:val="00D417B8"/>
    <w:rsid w:val="00D9630C"/>
    <w:rsid w:val="00DA44F8"/>
    <w:rsid w:val="00DD193F"/>
    <w:rsid w:val="00DD278B"/>
    <w:rsid w:val="00E21B19"/>
    <w:rsid w:val="00E629B6"/>
    <w:rsid w:val="00E66655"/>
    <w:rsid w:val="00EB3241"/>
    <w:rsid w:val="00EF44FF"/>
    <w:rsid w:val="00F11AE6"/>
    <w:rsid w:val="00F62681"/>
    <w:rsid w:val="00F94417"/>
    <w:rsid w:val="00FC331A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6AC1E9A"/>
  <w15:chartTrackingRefBased/>
  <w15:docId w15:val="{AFEC9195-26D9-40E5-A733-FA514587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E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3EB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7B8"/>
  </w:style>
  <w:style w:type="paragraph" w:styleId="a6">
    <w:name w:val="footer"/>
    <w:basedOn w:val="a"/>
    <w:link w:val="a7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7B8"/>
  </w:style>
  <w:style w:type="table" w:styleId="a8">
    <w:name w:val="Table Grid"/>
    <w:basedOn w:val="a1"/>
    <w:uiPriority w:val="59"/>
    <w:rsid w:val="002F16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KUI\&#12487;&#12473;&#12463;&#12488;&#12483;&#12503;\&#35519;&#26619;&#31080;\H21_&#21402;&#29983;&#21172;&#20685;&#30465;&#35201;&#32177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59C92-2684-4488-A34B-CAD2ABDD349E}"/>
</file>

<file path=customXml/itemProps2.xml><?xml version="1.0" encoding="utf-8"?>
<ds:datastoreItem xmlns:ds="http://schemas.openxmlformats.org/officeDocument/2006/customXml" ds:itemID="{89275A09-4F91-43DA-BB47-148B6C083551}"/>
</file>

<file path=customXml/itemProps3.xml><?xml version="1.0" encoding="utf-8"?>
<ds:datastoreItem xmlns:ds="http://schemas.openxmlformats.org/officeDocument/2006/customXml" ds:itemID="{CDEF185D-BE9F-49BA-A269-D4C1A75C6443}"/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　施設表作成要領</vt:lpstr>
      <vt:lpstr>別紙1　施設表作成要領</vt:lpstr>
    </vt:vector>
  </TitlesOfParts>
  <Company>Toshiba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　施設表作成要領</dc:title>
  <dc:subject/>
  <dc:creator>FUKUI</dc:creator>
  <cp:keywords/>
  <cp:revision>2</cp:revision>
  <cp:lastPrinted>2010-12-16T02:10:00Z</cp:lastPrinted>
  <dcterms:created xsi:type="dcterms:W3CDTF">2022-10-13T04:28:00Z</dcterms:created>
  <dcterms:modified xsi:type="dcterms:W3CDTF">2022-10-13T04:28:00Z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